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559" w:rsidRPr="007531D8" w:rsidRDefault="00BD1559" w:rsidP="00744C8B">
      <w:pPr>
        <w:spacing w:line="360" w:lineRule="auto"/>
        <w:rPr>
          <w:b/>
          <w:i/>
          <w:color w:val="FF0000"/>
          <w:sz w:val="28"/>
          <w:szCs w:val="28"/>
        </w:rPr>
      </w:pPr>
    </w:p>
    <w:p w:rsidR="00BD1559" w:rsidRPr="007531D8" w:rsidRDefault="00BD1559" w:rsidP="00BD1559">
      <w:pPr>
        <w:spacing w:line="360" w:lineRule="auto"/>
        <w:jc w:val="center"/>
        <w:rPr>
          <w:b/>
          <w:i/>
          <w:sz w:val="28"/>
          <w:szCs w:val="28"/>
        </w:rPr>
      </w:pPr>
      <w:r w:rsidRPr="007531D8">
        <w:rPr>
          <w:b/>
          <w:i/>
          <w:sz w:val="28"/>
          <w:szCs w:val="28"/>
        </w:rPr>
        <w:t>ANTEMASURATOAREA LUCRARILOR</w:t>
      </w:r>
    </w:p>
    <w:p w:rsidR="00BD1559" w:rsidRPr="007531D8" w:rsidRDefault="00482778" w:rsidP="00BD1559">
      <w:pPr>
        <w:spacing w:line="360" w:lineRule="auto"/>
        <w:jc w:val="center"/>
        <w:rPr>
          <w:b/>
          <w:i/>
          <w:sz w:val="28"/>
          <w:szCs w:val="28"/>
        </w:rPr>
      </w:pPr>
      <w:r w:rsidRPr="007531D8">
        <w:rPr>
          <w:b/>
          <w:i/>
          <w:sz w:val="28"/>
          <w:szCs w:val="28"/>
        </w:rPr>
        <w:t>Reabilitare</w:t>
      </w:r>
      <w:r w:rsidR="00C14880" w:rsidRPr="007531D8">
        <w:rPr>
          <w:b/>
          <w:i/>
          <w:sz w:val="28"/>
          <w:szCs w:val="28"/>
        </w:rPr>
        <w:t xml:space="preserve"> sistem rutier</w:t>
      </w:r>
      <w:r w:rsidR="0018238E" w:rsidRPr="007531D8">
        <w:rPr>
          <w:b/>
          <w:i/>
          <w:sz w:val="28"/>
          <w:szCs w:val="28"/>
        </w:rPr>
        <w:t>,</w:t>
      </w:r>
      <w:r w:rsidRPr="007531D8">
        <w:rPr>
          <w:b/>
          <w:i/>
          <w:sz w:val="28"/>
          <w:szCs w:val="28"/>
        </w:rPr>
        <w:t xml:space="preserve"> Strada</w:t>
      </w:r>
      <w:r w:rsidR="005B3C56">
        <w:rPr>
          <w:b/>
          <w:i/>
          <w:sz w:val="28"/>
          <w:szCs w:val="28"/>
        </w:rPr>
        <w:t xml:space="preserve"> Sergent</w:t>
      </w:r>
      <w:r w:rsidRPr="007531D8">
        <w:rPr>
          <w:b/>
          <w:i/>
          <w:sz w:val="28"/>
          <w:szCs w:val="28"/>
        </w:rPr>
        <w:t xml:space="preserve"> </w:t>
      </w:r>
      <w:r w:rsidR="007531D8" w:rsidRPr="007531D8">
        <w:rPr>
          <w:b/>
          <w:i/>
          <w:sz w:val="28"/>
          <w:szCs w:val="28"/>
        </w:rPr>
        <w:t>Ion Marcu</w:t>
      </w:r>
    </w:p>
    <w:p w:rsidR="00BD1559" w:rsidRPr="007531D8" w:rsidRDefault="00BD1559" w:rsidP="00BD1559">
      <w:pPr>
        <w:spacing w:line="360" w:lineRule="auto"/>
        <w:rPr>
          <w:sz w:val="24"/>
          <w:szCs w:val="24"/>
        </w:rPr>
      </w:pPr>
      <w:r w:rsidRPr="007531D8">
        <w:rPr>
          <w:sz w:val="24"/>
          <w:szCs w:val="24"/>
        </w:rPr>
        <w:tab/>
      </w:r>
    </w:p>
    <w:p w:rsidR="00BD1559" w:rsidRPr="007531D8" w:rsidRDefault="00BD1559" w:rsidP="00BD1559">
      <w:pPr>
        <w:spacing w:line="360" w:lineRule="auto"/>
        <w:rPr>
          <w:sz w:val="24"/>
          <w:szCs w:val="24"/>
        </w:rPr>
      </w:pPr>
      <w:r w:rsidRPr="007531D8">
        <w:rPr>
          <w:sz w:val="24"/>
          <w:szCs w:val="24"/>
        </w:rPr>
        <w:tab/>
        <w:t>Date initiale:</w:t>
      </w:r>
    </w:p>
    <w:p w:rsidR="00BD1559" w:rsidRPr="007531D8" w:rsidRDefault="00DB689D" w:rsidP="00BD1559">
      <w:pPr>
        <w:spacing w:line="360" w:lineRule="auto"/>
        <w:rPr>
          <w:sz w:val="24"/>
          <w:szCs w:val="24"/>
        </w:rPr>
      </w:pPr>
      <w:r w:rsidRPr="007531D8">
        <w:rPr>
          <w:sz w:val="24"/>
          <w:szCs w:val="24"/>
        </w:rPr>
        <w:t>Lungime strada</w:t>
      </w:r>
      <w:r w:rsidR="00BD1559" w:rsidRPr="007531D8">
        <w:rPr>
          <w:sz w:val="24"/>
          <w:szCs w:val="24"/>
        </w:rPr>
        <w:t xml:space="preserve"> = </w:t>
      </w:r>
      <w:r w:rsidR="007531D8" w:rsidRPr="007531D8">
        <w:rPr>
          <w:sz w:val="24"/>
          <w:szCs w:val="24"/>
        </w:rPr>
        <w:t>207</w:t>
      </w:r>
      <w:r w:rsidR="00BD1559" w:rsidRPr="007531D8">
        <w:rPr>
          <w:sz w:val="24"/>
          <w:szCs w:val="24"/>
        </w:rPr>
        <w:t xml:space="preserve"> m;</w:t>
      </w:r>
    </w:p>
    <w:p w:rsidR="00BD1559" w:rsidRPr="00C06FDD" w:rsidRDefault="009811F1" w:rsidP="00BD1559">
      <w:pPr>
        <w:spacing w:line="360" w:lineRule="auto"/>
        <w:rPr>
          <w:sz w:val="24"/>
          <w:szCs w:val="24"/>
        </w:rPr>
      </w:pPr>
      <w:r w:rsidRPr="00C06FDD">
        <w:rPr>
          <w:sz w:val="24"/>
          <w:szCs w:val="24"/>
        </w:rPr>
        <w:t>Suprafata carosabila</w:t>
      </w:r>
      <w:r w:rsidR="00BD1559" w:rsidRPr="00C06FDD">
        <w:rPr>
          <w:sz w:val="24"/>
          <w:szCs w:val="24"/>
        </w:rPr>
        <w:t xml:space="preserve"> = </w:t>
      </w:r>
      <w:r w:rsidR="00C06FDD" w:rsidRPr="00C06FDD">
        <w:rPr>
          <w:sz w:val="24"/>
          <w:szCs w:val="24"/>
        </w:rPr>
        <w:t>1290</w:t>
      </w:r>
      <w:r w:rsidR="00782596">
        <w:rPr>
          <w:sz w:val="24"/>
          <w:szCs w:val="24"/>
        </w:rPr>
        <w:t xml:space="preserve"> </w:t>
      </w:r>
      <w:r w:rsidR="00BD1559" w:rsidRPr="00C06FDD">
        <w:rPr>
          <w:sz w:val="24"/>
          <w:szCs w:val="24"/>
        </w:rPr>
        <w:t>m</w:t>
      </w:r>
      <w:r w:rsidRPr="00C06FDD">
        <w:rPr>
          <w:sz w:val="24"/>
          <w:szCs w:val="24"/>
        </w:rPr>
        <w:t>p</w:t>
      </w:r>
      <w:r w:rsidR="00F26ECB" w:rsidRPr="00C06FDD">
        <w:rPr>
          <w:sz w:val="24"/>
          <w:szCs w:val="24"/>
        </w:rPr>
        <w:t>;</w:t>
      </w:r>
      <w:r w:rsidR="00EA5D7A" w:rsidRPr="00C06FDD">
        <w:rPr>
          <w:sz w:val="24"/>
          <w:szCs w:val="24"/>
        </w:rPr>
        <w:tab/>
      </w:r>
    </w:p>
    <w:p w:rsidR="009811F1" w:rsidRPr="00C06FDD" w:rsidRDefault="00EA5D7A" w:rsidP="00BD1559">
      <w:pPr>
        <w:spacing w:line="360" w:lineRule="auto"/>
        <w:rPr>
          <w:sz w:val="24"/>
          <w:szCs w:val="24"/>
        </w:rPr>
      </w:pPr>
      <w:r w:rsidRPr="00C06FDD">
        <w:rPr>
          <w:sz w:val="24"/>
          <w:szCs w:val="24"/>
        </w:rPr>
        <w:t xml:space="preserve">L borduri mari = </w:t>
      </w:r>
      <w:r w:rsidR="00C06FDD" w:rsidRPr="00C06FDD">
        <w:rPr>
          <w:sz w:val="24"/>
          <w:szCs w:val="24"/>
        </w:rPr>
        <w:t>461</w:t>
      </w:r>
      <w:r w:rsidR="000D4E7C" w:rsidRPr="00C06FDD">
        <w:rPr>
          <w:sz w:val="24"/>
          <w:szCs w:val="24"/>
        </w:rPr>
        <w:t xml:space="preserve"> </w:t>
      </w:r>
      <w:r w:rsidR="009811F1" w:rsidRPr="00C06FDD">
        <w:rPr>
          <w:sz w:val="24"/>
          <w:szCs w:val="24"/>
        </w:rPr>
        <w:t>ml</w:t>
      </w:r>
      <w:r w:rsidR="00F26ECB" w:rsidRPr="00C06FDD">
        <w:rPr>
          <w:sz w:val="24"/>
          <w:szCs w:val="24"/>
        </w:rPr>
        <w:t>;</w:t>
      </w:r>
    </w:p>
    <w:p w:rsidR="009811F1" w:rsidRPr="00A83CA6" w:rsidRDefault="009811F1" w:rsidP="00BD1559">
      <w:pPr>
        <w:spacing w:line="360" w:lineRule="auto"/>
        <w:rPr>
          <w:sz w:val="24"/>
          <w:szCs w:val="24"/>
        </w:rPr>
      </w:pPr>
      <w:r w:rsidRPr="00A83CA6">
        <w:rPr>
          <w:sz w:val="24"/>
          <w:szCs w:val="24"/>
        </w:rPr>
        <w:t xml:space="preserve">L borduri mici = </w:t>
      </w:r>
      <w:r w:rsidR="00A83CA6" w:rsidRPr="00A83CA6">
        <w:rPr>
          <w:sz w:val="24"/>
          <w:szCs w:val="24"/>
        </w:rPr>
        <w:t>338</w:t>
      </w:r>
      <w:r w:rsidR="000D4E7C" w:rsidRPr="00A83CA6">
        <w:rPr>
          <w:sz w:val="24"/>
          <w:szCs w:val="24"/>
        </w:rPr>
        <w:t xml:space="preserve"> ml</w:t>
      </w:r>
      <w:r w:rsidR="00F26ECB" w:rsidRPr="00A83CA6">
        <w:rPr>
          <w:sz w:val="24"/>
          <w:szCs w:val="24"/>
        </w:rPr>
        <w:t>;</w:t>
      </w:r>
    </w:p>
    <w:p w:rsidR="00F26ECB" w:rsidRPr="00A83CA6" w:rsidRDefault="00BD1559" w:rsidP="00BD1559">
      <w:pPr>
        <w:spacing w:line="360" w:lineRule="auto"/>
        <w:rPr>
          <w:sz w:val="24"/>
          <w:szCs w:val="24"/>
        </w:rPr>
      </w:pPr>
      <w:r w:rsidRPr="00A83CA6">
        <w:rPr>
          <w:sz w:val="24"/>
          <w:szCs w:val="24"/>
        </w:rPr>
        <w:t xml:space="preserve">Suprafata </w:t>
      </w:r>
      <w:r w:rsidR="009811F1" w:rsidRPr="00A83CA6">
        <w:rPr>
          <w:sz w:val="24"/>
          <w:szCs w:val="24"/>
        </w:rPr>
        <w:t>trotuar</w:t>
      </w:r>
      <w:r w:rsidRPr="00A83CA6">
        <w:rPr>
          <w:sz w:val="24"/>
          <w:szCs w:val="24"/>
        </w:rPr>
        <w:t xml:space="preserve"> = </w:t>
      </w:r>
      <w:r w:rsidR="00A83CA6" w:rsidRPr="00A83CA6">
        <w:rPr>
          <w:sz w:val="24"/>
          <w:szCs w:val="24"/>
        </w:rPr>
        <w:t>555</w:t>
      </w:r>
      <w:r w:rsidRPr="00A83CA6">
        <w:rPr>
          <w:sz w:val="24"/>
          <w:szCs w:val="24"/>
        </w:rPr>
        <w:t xml:space="preserve"> m</w:t>
      </w:r>
      <w:r w:rsidR="009811F1" w:rsidRPr="00A83CA6">
        <w:rPr>
          <w:sz w:val="24"/>
          <w:szCs w:val="24"/>
        </w:rPr>
        <w:t>p</w:t>
      </w:r>
      <w:r w:rsidR="00EA5D7A" w:rsidRPr="00A83CA6">
        <w:rPr>
          <w:sz w:val="24"/>
          <w:szCs w:val="24"/>
        </w:rPr>
        <w:t>;</w:t>
      </w:r>
    </w:p>
    <w:p w:rsidR="00E84BD9" w:rsidRPr="00A83CA6" w:rsidRDefault="00E84BD9" w:rsidP="00BD1559">
      <w:pPr>
        <w:spacing w:line="360" w:lineRule="auto"/>
        <w:rPr>
          <w:sz w:val="24"/>
          <w:szCs w:val="24"/>
        </w:rPr>
      </w:pPr>
      <w:r w:rsidRPr="00A83CA6">
        <w:rPr>
          <w:sz w:val="24"/>
          <w:szCs w:val="24"/>
        </w:rPr>
        <w:t xml:space="preserve">Suprafata parcari = </w:t>
      </w:r>
      <w:r w:rsidR="00A83CA6" w:rsidRPr="00A83CA6">
        <w:rPr>
          <w:sz w:val="24"/>
          <w:szCs w:val="24"/>
        </w:rPr>
        <w:t>447</w:t>
      </w:r>
      <w:r w:rsidRPr="00A83CA6">
        <w:rPr>
          <w:sz w:val="24"/>
          <w:szCs w:val="24"/>
        </w:rPr>
        <w:t xml:space="preserve"> mp;</w:t>
      </w:r>
    </w:p>
    <w:p w:rsidR="00EA5D7A" w:rsidRPr="00A83CA6" w:rsidRDefault="00EA5D7A" w:rsidP="00BD1559">
      <w:pPr>
        <w:spacing w:line="360" w:lineRule="auto"/>
        <w:rPr>
          <w:sz w:val="24"/>
          <w:szCs w:val="24"/>
        </w:rPr>
      </w:pPr>
      <w:r w:rsidRPr="00A83CA6">
        <w:rPr>
          <w:sz w:val="24"/>
          <w:szCs w:val="24"/>
        </w:rPr>
        <w:t>Suprafata</w:t>
      </w:r>
      <w:r w:rsidR="003B548F" w:rsidRPr="00A83CA6">
        <w:rPr>
          <w:sz w:val="24"/>
          <w:szCs w:val="24"/>
        </w:rPr>
        <w:t xml:space="preserve"> strazi</w:t>
      </w:r>
      <w:r w:rsidRPr="00A83CA6">
        <w:rPr>
          <w:sz w:val="24"/>
          <w:szCs w:val="24"/>
        </w:rPr>
        <w:t xml:space="preserve"> laterale = </w:t>
      </w:r>
      <w:r w:rsidR="00A83CA6" w:rsidRPr="00A83CA6">
        <w:rPr>
          <w:sz w:val="24"/>
          <w:szCs w:val="24"/>
        </w:rPr>
        <w:t>116</w:t>
      </w:r>
      <w:r w:rsidRPr="00A83CA6">
        <w:rPr>
          <w:sz w:val="24"/>
          <w:szCs w:val="24"/>
        </w:rPr>
        <w:t xml:space="preserve"> mp;</w:t>
      </w:r>
    </w:p>
    <w:p w:rsidR="00EA5D7A" w:rsidRPr="007531D8" w:rsidRDefault="00EA5D7A" w:rsidP="00BD1559">
      <w:pPr>
        <w:spacing w:line="360" w:lineRule="auto"/>
        <w:rPr>
          <w:color w:val="FF0000"/>
          <w:sz w:val="24"/>
          <w:szCs w:val="24"/>
        </w:rPr>
      </w:pPr>
    </w:p>
    <w:p w:rsidR="00BD1559" w:rsidRPr="00782596" w:rsidRDefault="009811F1" w:rsidP="00BD1559">
      <w:pPr>
        <w:spacing w:line="360" w:lineRule="auto"/>
        <w:jc w:val="center"/>
        <w:rPr>
          <w:sz w:val="32"/>
          <w:szCs w:val="32"/>
        </w:rPr>
      </w:pPr>
      <w:r w:rsidRPr="00782596">
        <w:rPr>
          <w:sz w:val="32"/>
          <w:szCs w:val="32"/>
        </w:rPr>
        <w:t>Lucrari la partea carosabila</w:t>
      </w:r>
    </w:p>
    <w:p w:rsidR="009811F1" w:rsidRPr="00782596" w:rsidRDefault="009811F1" w:rsidP="00BD1559">
      <w:pPr>
        <w:spacing w:line="360" w:lineRule="auto"/>
        <w:jc w:val="center"/>
        <w:rPr>
          <w:sz w:val="24"/>
          <w:szCs w:val="24"/>
        </w:rPr>
      </w:pPr>
    </w:p>
    <w:p w:rsidR="00744C8B" w:rsidRPr="00782596" w:rsidRDefault="00856787" w:rsidP="006A745B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782596">
        <w:rPr>
          <w:sz w:val="24"/>
          <w:szCs w:val="24"/>
        </w:rPr>
        <w:t>Spargerea si desfacerea structurii asfaltice la partea carosabila cu ciocanul pneumatic</w:t>
      </w:r>
      <w:r w:rsidR="006A745B" w:rsidRPr="00782596">
        <w:rPr>
          <w:sz w:val="24"/>
          <w:szCs w:val="24"/>
        </w:rPr>
        <w:t xml:space="preserve">    </w:t>
      </w:r>
      <w:r w:rsidR="00307BD2">
        <w:rPr>
          <w:sz w:val="24"/>
          <w:szCs w:val="24"/>
        </w:rPr>
        <w:tab/>
      </w:r>
      <w:r w:rsidR="00782596" w:rsidRPr="00782596">
        <w:rPr>
          <w:sz w:val="24"/>
          <w:szCs w:val="24"/>
        </w:rPr>
        <w:t>129</w:t>
      </w:r>
      <w:r w:rsidRPr="00782596">
        <w:rPr>
          <w:sz w:val="24"/>
          <w:szCs w:val="24"/>
        </w:rPr>
        <w:t xml:space="preserve"> mc</w:t>
      </w:r>
    </w:p>
    <w:p w:rsidR="005207C6" w:rsidRPr="00782596" w:rsidRDefault="00782596" w:rsidP="005207C6">
      <w:pPr>
        <w:pStyle w:val="Listparagraf"/>
        <w:spacing w:line="360" w:lineRule="auto"/>
        <w:ind w:left="1260" w:right="9" w:firstLine="180"/>
        <w:jc w:val="both"/>
        <w:rPr>
          <w:sz w:val="24"/>
          <w:szCs w:val="24"/>
        </w:rPr>
      </w:pPr>
      <w:r w:rsidRPr="00782596">
        <w:rPr>
          <w:sz w:val="24"/>
          <w:szCs w:val="24"/>
        </w:rPr>
        <w:t>1290</w:t>
      </w:r>
      <w:r w:rsidR="005207C6" w:rsidRPr="00782596">
        <w:rPr>
          <w:sz w:val="24"/>
          <w:szCs w:val="24"/>
        </w:rPr>
        <w:t xml:space="preserve"> x </w:t>
      </w:r>
      <w:r w:rsidRPr="00782596">
        <w:rPr>
          <w:sz w:val="24"/>
          <w:szCs w:val="24"/>
        </w:rPr>
        <w:t>0.10</w:t>
      </w:r>
      <w:r w:rsidR="005207C6" w:rsidRPr="00782596">
        <w:rPr>
          <w:sz w:val="24"/>
          <w:szCs w:val="24"/>
        </w:rPr>
        <w:t xml:space="preserve"> = </w:t>
      </w:r>
      <w:r w:rsidRPr="00782596">
        <w:rPr>
          <w:sz w:val="24"/>
          <w:szCs w:val="24"/>
        </w:rPr>
        <w:t>129</w:t>
      </w:r>
      <w:r w:rsidR="000C47FA" w:rsidRPr="00782596">
        <w:rPr>
          <w:sz w:val="24"/>
          <w:szCs w:val="24"/>
        </w:rPr>
        <w:t xml:space="preserve"> mc</w:t>
      </w:r>
    </w:p>
    <w:p w:rsidR="00885412" w:rsidRPr="00782596" w:rsidRDefault="00885412" w:rsidP="00D60E0F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782596">
        <w:rPr>
          <w:sz w:val="24"/>
          <w:szCs w:val="24"/>
        </w:rPr>
        <w:t>Sapatura pana la cota de fundare</w:t>
      </w:r>
      <w:r w:rsidR="00782596" w:rsidRPr="00782596">
        <w:rPr>
          <w:sz w:val="24"/>
          <w:szCs w:val="24"/>
        </w:rPr>
        <w:tab/>
      </w:r>
      <w:r w:rsidR="00782596" w:rsidRPr="00782596">
        <w:rPr>
          <w:sz w:val="24"/>
          <w:szCs w:val="24"/>
        </w:rPr>
        <w:tab/>
      </w:r>
      <w:r w:rsidR="00782596" w:rsidRPr="00782596">
        <w:rPr>
          <w:sz w:val="24"/>
          <w:szCs w:val="24"/>
        </w:rPr>
        <w:tab/>
      </w:r>
      <w:r w:rsidR="00782596" w:rsidRPr="00782596">
        <w:rPr>
          <w:sz w:val="24"/>
          <w:szCs w:val="24"/>
        </w:rPr>
        <w:tab/>
      </w:r>
      <w:r w:rsidR="00782596" w:rsidRPr="00782596">
        <w:rPr>
          <w:sz w:val="24"/>
          <w:szCs w:val="24"/>
        </w:rPr>
        <w:tab/>
      </w:r>
      <w:r w:rsidR="00782596" w:rsidRPr="00782596">
        <w:rPr>
          <w:sz w:val="24"/>
          <w:szCs w:val="24"/>
        </w:rPr>
        <w:tab/>
      </w:r>
      <w:r w:rsidR="00782596" w:rsidRPr="00782596">
        <w:rPr>
          <w:sz w:val="24"/>
          <w:szCs w:val="24"/>
        </w:rPr>
        <w:tab/>
        <w:t xml:space="preserve">       </w:t>
      </w:r>
      <w:r w:rsidR="00307BD2">
        <w:rPr>
          <w:sz w:val="24"/>
          <w:szCs w:val="24"/>
        </w:rPr>
        <w:t xml:space="preserve">   </w:t>
      </w:r>
      <w:r w:rsidR="00307BD2">
        <w:rPr>
          <w:sz w:val="24"/>
          <w:szCs w:val="24"/>
        </w:rPr>
        <w:tab/>
        <w:t xml:space="preserve"> </w:t>
      </w:r>
      <w:r w:rsidR="00782596" w:rsidRPr="00782596">
        <w:rPr>
          <w:sz w:val="24"/>
          <w:szCs w:val="24"/>
        </w:rPr>
        <w:t>762</w:t>
      </w:r>
      <w:r w:rsidR="000C47FA" w:rsidRPr="00782596">
        <w:rPr>
          <w:sz w:val="24"/>
          <w:szCs w:val="24"/>
        </w:rPr>
        <w:t xml:space="preserve"> mc</w:t>
      </w:r>
    </w:p>
    <w:p w:rsidR="00885412" w:rsidRPr="00782596" w:rsidRDefault="00782596" w:rsidP="005207C6">
      <w:pPr>
        <w:pStyle w:val="Listparagraf"/>
        <w:spacing w:line="360" w:lineRule="auto"/>
        <w:ind w:right="9" w:firstLine="720"/>
        <w:jc w:val="both"/>
        <w:rPr>
          <w:sz w:val="24"/>
          <w:szCs w:val="24"/>
        </w:rPr>
      </w:pPr>
      <w:r w:rsidRPr="00C06FDD">
        <w:rPr>
          <w:sz w:val="24"/>
          <w:szCs w:val="24"/>
        </w:rPr>
        <w:t>1290</w:t>
      </w:r>
      <w:r w:rsidR="00885412" w:rsidRPr="00782596">
        <w:rPr>
          <w:sz w:val="24"/>
          <w:szCs w:val="24"/>
        </w:rPr>
        <w:t xml:space="preserve"> x </w:t>
      </w:r>
      <w:r w:rsidRPr="00782596">
        <w:rPr>
          <w:sz w:val="24"/>
          <w:szCs w:val="24"/>
        </w:rPr>
        <w:t>0.59</w:t>
      </w:r>
      <w:r w:rsidR="005207C6" w:rsidRPr="00782596">
        <w:rPr>
          <w:sz w:val="24"/>
          <w:szCs w:val="24"/>
        </w:rPr>
        <w:t xml:space="preserve"> = </w:t>
      </w:r>
      <w:r w:rsidRPr="00782596">
        <w:rPr>
          <w:sz w:val="24"/>
          <w:szCs w:val="24"/>
        </w:rPr>
        <w:t>761.1</w:t>
      </w:r>
      <w:r w:rsidR="005207C6" w:rsidRPr="00782596">
        <w:rPr>
          <w:sz w:val="24"/>
          <w:szCs w:val="24"/>
        </w:rPr>
        <w:t xml:space="preserve"> mc</w:t>
      </w:r>
    </w:p>
    <w:p w:rsidR="00A01A10" w:rsidRPr="00782596" w:rsidRDefault="00A01A10" w:rsidP="00A01A10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782596">
        <w:rPr>
          <w:sz w:val="24"/>
          <w:szCs w:val="24"/>
        </w:rPr>
        <w:t>Substrat de nisip, 10 cm grosime</w:t>
      </w:r>
      <w:r w:rsidRPr="00782596">
        <w:rPr>
          <w:sz w:val="24"/>
          <w:szCs w:val="24"/>
        </w:rPr>
        <w:tab/>
      </w:r>
      <w:r w:rsidRPr="00782596">
        <w:rPr>
          <w:sz w:val="24"/>
          <w:szCs w:val="24"/>
        </w:rPr>
        <w:tab/>
      </w:r>
      <w:r w:rsidRPr="00782596">
        <w:rPr>
          <w:sz w:val="24"/>
          <w:szCs w:val="24"/>
        </w:rPr>
        <w:tab/>
      </w:r>
      <w:r w:rsidRPr="00782596">
        <w:rPr>
          <w:sz w:val="24"/>
          <w:szCs w:val="24"/>
        </w:rPr>
        <w:tab/>
      </w:r>
      <w:r w:rsidRPr="00782596">
        <w:rPr>
          <w:sz w:val="24"/>
          <w:szCs w:val="24"/>
        </w:rPr>
        <w:tab/>
      </w:r>
      <w:r w:rsidRPr="00782596">
        <w:rPr>
          <w:sz w:val="24"/>
          <w:szCs w:val="24"/>
        </w:rPr>
        <w:tab/>
      </w:r>
      <w:r w:rsidR="008A2E7F" w:rsidRPr="00782596">
        <w:rPr>
          <w:sz w:val="24"/>
          <w:szCs w:val="24"/>
        </w:rPr>
        <w:tab/>
        <w:t xml:space="preserve">          </w:t>
      </w:r>
      <w:r w:rsidR="00307BD2">
        <w:rPr>
          <w:sz w:val="24"/>
          <w:szCs w:val="24"/>
        </w:rPr>
        <w:tab/>
        <w:t xml:space="preserve"> </w:t>
      </w:r>
      <w:r w:rsidR="00782596" w:rsidRPr="00782596">
        <w:rPr>
          <w:sz w:val="24"/>
          <w:szCs w:val="24"/>
        </w:rPr>
        <w:t xml:space="preserve">129 </w:t>
      </w:r>
      <w:r w:rsidRPr="00782596">
        <w:rPr>
          <w:sz w:val="24"/>
          <w:szCs w:val="24"/>
        </w:rPr>
        <w:t>mc</w:t>
      </w:r>
    </w:p>
    <w:p w:rsidR="00A01A10" w:rsidRPr="00782596" w:rsidRDefault="00782596" w:rsidP="00A01A10">
      <w:pPr>
        <w:pStyle w:val="Listparagraf"/>
        <w:spacing w:line="360" w:lineRule="auto"/>
        <w:ind w:left="900" w:firstLine="540"/>
        <w:jc w:val="both"/>
        <w:rPr>
          <w:sz w:val="24"/>
          <w:szCs w:val="24"/>
        </w:rPr>
      </w:pPr>
      <w:r w:rsidRPr="00782596">
        <w:rPr>
          <w:sz w:val="24"/>
          <w:szCs w:val="24"/>
        </w:rPr>
        <w:t>1290</w:t>
      </w:r>
      <w:r w:rsidR="00A01A10" w:rsidRPr="00782596">
        <w:rPr>
          <w:sz w:val="24"/>
          <w:szCs w:val="24"/>
        </w:rPr>
        <w:t xml:space="preserve"> x 0.10 = </w:t>
      </w:r>
      <w:r w:rsidRPr="00782596">
        <w:rPr>
          <w:sz w:val="24"/>
          <w:szCs w:val="24"/>
        </w:rPr>
        <w:t>129</w:t>
      </w:r>
      <w:r w:rsidR="00A01A10" w:rsidRPr="00782596">
        <w:rPr>
          <w:sz w:val="24"/>
          <w:szCs w:val="24"/>
        </w:rPr>
        <w:t xml:space="preserve"> mc</w:t>
      </w:r>
    </w:p>
    <w:p w:rsidR="00A01A10" w:rsidRPr="00782596" w:rsidRDefault="00A01A10" w:rsidP="00A01A10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782596">
        <w:rPr>
          <w:sz w:val="24"/>
          <w:szCs w:val="24"/>
        </w:rPr>
        <w:t>Fundatie de balast, 25 cm grosime</w:t>
      </w:r>
      <w:r w:rsidRPr="00782596">
        <w:rPr>
          <w:sz w:val="24"/>
          <w:szCs w:val="24"/>
        </w:rPr>
        <w:tab/>
      </w:r>
      <w:r w:rsidRPr="00782596">
        <w:rPr>
          <w:sz w:val="24"/>
          <w:szCs w:val="24"/>
        </w:rPr>
        <w:tab/>
      </w:r>
      <w:r w:rsidRPr="00782596">
        <w:rPr>
          <w:sz w:val="24"/>
          <w:szCs w:val="24"/>
        </w:rPr>
        <w:tab/>
      </w:r>
      <w:r w:rsidRPr="00782596">
        <w:rPr>
          <w:sz w:val="24"/>
          <w:szCs w:val="24"/>
        </w:rPr>
        <w:tab/>
      </w:r>
      <w:r w:rsidRPr="00782596">
        <w:rPr>
          <w:sz w:val="24"/>
          <w:szCs w:val="24"/>
        </w:rPr>
        <w:tab/>
      </w:r>
      <w:r w:rsidRPr="00782596">
        <w:rPr>
          <w:sz w:val="24"/>
          <w:szCs w:val="24"/>
        </w:rPr>
        <w:tab/>
      </w:r>
      <w:r w:rsidR="008A2E7F" w:rsidRPr="00782596">
        <w:rPr>
          <w:sz w:val="24"/>
          <w:szCs w:val="24"/>
        </w:rPr>
        <w:tab/>
        <w:t xml:space="preserve">         </w:t>
      </w:r>
      <w:r w:rsidR="00307BD2">
        <w:rPr>
          <w:sz w:val="24"/>
          <w:szCs w:val="24"/>
        </w:rPr>
        <w:tab/>
      </w:r>
      <w:r w:rsidR="008A2E7F" w:rsidRPr="00782596">
        <w:rPr>
          <w:sz w:val="24"/>
          <w:szCs w:val="24"/>
        </w:rPr>
        <w:t xml:space="preserve"> </w:t>
      </w:r>
      <w:r w:rsidR="00782596" w:rsidRPr="00782596">
        <w:rPr>
          <w:sz w:val="24"/>
          <w:szCs w:val="24"/>
        </w:rPr>
        <w:t>323</w:t>
      </w:r>
      <w:r w:rsidRPr="00782596">
        <w:rPr>
          <w:sz w:val="24"/>
          <w:szCs w:val="24"/>
        </w:rPr>
        <w:t xml:space="preserve"> mc</w:t>
      </w:r>
    </w:p>
    <w:p w:rsidR="00A01A10" w:rsidRPr="00782596" w:rsidRDefault="00782596" w:rsidP="00A01A10">
      <w:pPr>
        <w:pStyle w:val="Listparagraf"/>
        <w:spacing w:line="360" w:lineRule="auto"/>
        <w:ind w:left="900" w:firstLine="540"/>
        <w:jc w:val="both"/>
        <w:rPr>
          <w:sz w:val="24"/>
          <w:szCs w:val="24"/>
        </w:rPr>
      </w:pPr>
      <w:r w:rsidRPr="00782596">
        <w:rPr>
          <w:sz w:val="24"/>
          <w:szCs w:val="24"/>
        </w:rPr>
        <w:t>1290 x 0.25 = 322.5</w:t>
      </w:r>
      <w:r w:rsidR="00A01A10" w:rsidRPr="00782596">
        <w:rPr>
          <w:sz w:val="24"/>
          <w:szCs w:val="24"/>
        </w:rPr>
        <w:t xml:space="preserve"> mc</w:t>
      </w:r>
    </w:p>
    <w:p w:rsidR="009811F1" w:rsidRPr="00782596" w:rsidRDefault="00744C8B" w:rsidP="00744C8B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782596">
        <w:rPr>
          <w:sz w:val="24"/>
          <w:szCs w:val="24"/>
        </w:rPr>
        <w:t>Strat de piat</w:t>
      </w:r>
      <w:r w:rsidR="00481767" w:rsidRPr="00782596">
        <w:rPr>
          <w:sz w:val="24"/>
          <w:szCs w:val="24"/>
        </w:rPr>
        <w:t xml:space="preserve">ra sparta, </w:t>
      </w:r>
      <w:r w:rsidR="008A2E7F" w:rsidRPr="00782596">
        <w:rPr>
          <w:sz w:val="24"/>
          <w:szCs w:val="24"/>
        </w:rPr>
        <w:t>15</w:t>
      </w:r>
      <w:r w:rsidR="00481767" w:rsidRPr="00782596">
        <w:rPr>
          <w:sz w:val="24"/>
          <w:szCs w:val="24"/>
        </w:rPr>
        <w:t xml:space="preserve"> cm grosime</w:t>
      </w:r>
      <w:r w:rsidR="00481767" w:rsidRPr="00782596">
        <w:rPr>
          <w:sz w:val="24"/>
          <w:szCs w:val="24"/>
        </w:rPr>
        <w:tab/>
      </w:r>
      <w:r w:rsidR="00481767" w:rsidRPr="00782596">
        <w:rPr>
          <w:sz w:val="24"/>
          <w:szCs w:val="24"/>
        </w:rPr>
        <w:tab/>
      </w:r>
      <w:r w:rsidR="00481767" w:rsidRPr="00782596">
        <w:rPr>
          <w:sz w:val="24"/>
          <w:szCs w:val="24"/>
        </w:rPr>
        <w:tab/>
      </w:r>
      <w:r w:rsidR="00481767" w:rsidRPr="00782596">
        <w:rPr>
          <w:sz w:val="24"/>
          <w:szCs w:val="24"/>
        </w:rPr>
        <w:tab/>
      </w:r>
      <w:r w:rsidR="00481767" w:rsidRPr="00782596">
        <w:rPr>
          <w:sz w:val="24"/>
          <w:szCs w:val="24"/>
        </w:rPr>
        <w:tab/>
      </w:r>
      <w:r w:rsidR="00481767" w:rsidRPr="00782596">
        <w:rPr>
          <w:sz w:val="24"/>
          <w:szCs w:val="24"/>
        </w:rPr>
        <w:tab/>
      </w:r>
      <w:r w:rsidR="008A2E7F" w:rsidRPr="00782596">
        <w:rPr>
          <w:sz w:val="24"/>
          <w:szCs w:val="24"/>
        </w:rPr>
        <w:t xml:space="preserve">          </w:t>
      </w:r>
      <w:r w:rsidR="00307BD2">
        <w:rPr>
          <w:sz w:val="24"/>
          <w:szCs w:val="24"/>
        </w:rPr>
        <w:tab/>
      </w:r>
      <w:r w:rsidR="00782596" w:rsidRPr="00782596">
        <w:rPr>
          <w:sz w:val="24"/>
          <w:szCs w:val="24"/>
        </w:rPr>
        <w:t>194</w:t>
      </w:r>
      <w:r w:rsidR="009811F1" w:rsidRPr="00782596">
        <w:rPr>
          <w:sz w:val="24"/>
          <w:szCs w:val="24"/>
        </w:rPr>
        <w:t xml:space="preserve"> mc</w:t>
      </w:r>
    </w:p>
    <w:p w:rsidR="009811F1" w:rsidRPr="00782596" w:rsidRDefault="00782596" w:rsidP="00744C8B">
      <w:pPr>
        <w:pStyle w:val="Listparagraf"/>
        <w:spacing w:line="360" w:lineRule="auto"/>
        <w:ind w:left="900" w:firstLine="540"/>
        <w:jc w:val="both"/>
        <w:rPr>
          <w:sz w:val="24"/>
          <w:szCs w:val="24"/>
        </w:rPr>
      </w:pPr>
      <w:r w:rsidRPr="00782596">
        <w:rPr>
          <w:sz w:val="24"/>
          <w:szCs w:val="24"/>
        </w:rPr>
        <w:t>1290</w:t>
      </w:r>
      <w:r w:rsidR="008A2E7F" w:rsidRPr="00782596">
        <w:rPr>
          <w:sz w:val="24"/>
          <w:szCs w:val="24"/>
        </w:rPr>
        <w:t xml:space="preserve"> x 0.15</w:t>
      </w:r>
      <w:r w:rsidR="00481767" w:rsidRPr="00782596">
        <w:rPr>
          <w:sz w:val="24"/>
          <w:szCs w:val="24"/>
        </w:rPr>
        <w:t xml:space="preserve"> = </w:t>
      </w:r>
      <w:r w:rsidRPr="00782596">
        <w:rPr>
          <w:sz w:val="24"/>
          <w:szCs w:val="24"/>
        </w:rPr>
        <w:t>193.5</w:t>
      </w:r>
      <w:r w:rsidR="009811F1" w:rsidRPr="00782596">
        <w:rPr>
          <w:sz w:val="24"/>
          <w:szCs w:val="24"/>
        </w:rPr>
        <w:t xml:space="preserve"> mc</w:t>
      </w:r>
    </w:p>
    <w:p w:rsidR="009811F1" w:rsidRPr="00307BD2" w:rsidRDefault="009811F1" w:rsidP="00744C8B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307BD2">
        <w:rPr>
          <w:sz w:val="24"/>
          <w:szCs w:val="24"/>
        </w:rPr>
        <w:t xml:space="preserve">Curatare – amorsare </w:t>
      </w:r>
      <w:r w:rsidRPr="00307BD2">
        <w:rPr>
          <w:sz w:val="24"/>
          <w:szCs w:val="24"/>
        </w:rPr>
        <w:tab/>
      </w:r>
      <w:r w:rsidRPr="00307BD2">
        <w:rPr>
          <w:sz w:val="24"/>
          <w:szCs w:val="24"/>
        </w:rPr>
        <w:tab/>
      </w:r>
      <w:r w:rsidRPr="00307BD2">
        <w:rPr>
          <w:sz w:val="24"/>
          <w:szCs w:val="24"/>
        </w:rPr>
        <w:tab/>
      </w:r>
      <w:r w:rsidRPr="00307BD2">
        <w:rPr>
          <w:sz w:val="24"/>
          <w:szCs w:val="24"/>
        </w:rPr>
        <w:tab/>
      </w:r>
      <w:r w:rsidRPr="00307BD2">
        <w:rPr>
          <w:sz w:val="24"/>
          <w:szCs w:val="24"/>
        </w:rPr>
        <w:tab/>
      </w:r>
      <w:r w:rsidRPr="00307BD2">
        <w:rPr>
          <w:sz w:val="24"/>
          <w:szCs w:val="24"/>
        </w:rPr>
        <w:tab/>
      </w:r>
      <w:r w:rsidRPr="00307BD2">
        <w:rPr>
          <w:sz w:val="24"/>
          <w:szCs w:val="24"/>
        </w:rPr>
        <w:tab/>
      </w:r>
      <w:r w:rsidRPr="00307BD2">
        <w:rPr>
          <w:sz w:val="24"/>
          <w:szCs w:val="24"/>
        </w:rPr>
        <w:tab/>
      </w:r>
      <w:r w:rsidR="00151C5B" w:rsidRPr="00307BD2">
        <w:rPr>
          <w:sz w:val="24"/>
          <w:szCs w:val="24"/>
        </w:rPr>
        <w:t xml:space="preserve">        </w:t>
      </w:r>
      <w:r w:rsidR="00307BD2">
        <w:rPr>
          <w:sz w:val="24"/>
          <w:szCs w:val="24"/>
        </w:rPr>
        <w:t xml:space="preserve">   </w:t>
      </w:r>
      <w:r w:rsidR="00307BD2" w:rsidRPr="00307BD2">
        <w:rPr>
          <w:sz w:val="24"/>
          <w:szCs w:val="24"/>
        </w:rPr>
        <w:t>1290</w:t>
      </w:r>
      <w:r w:rsidR="00744C8B" w:rsidRPr="00307BD2">
        <w:rPr>
          <w:sz w:val="24"/>
          <w:szCs w:val="24"/>
        </w:rPr>
        <w:t xml:space="preserve"> </w:t>
      </w:r>
      <w:r w:rsidRPr="00307BD2">
        <w:rPr>
          <w:sz w:val="24"/>
          <w:szCs w:val="24"/>
        </w:rPr>
        <w:t>mp</w:t>
      </w:r>
    </w:p>
    <w:p w:rsidR="00EF764B" w:rsidRPr="00307BD2" w:rsidRDefault="00151C5B" w:rsidP="00744C8B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307BD2">
        <w:rPr>
          <w:sz w:val="24"/>
          <w:szCs w:val="24"/>
        </w:rPr>
        <w:t>Asternere binder BAD 25, 5</w:t>
      </w:r>
      <w:r w:rsidR="00EF764B" w:rsidRPr="00307BD2">
        <w:rPr>
          <w:sz w:val="24"/>
          <w:szCs w:val="24"/>
        </w:rPr>
        <w:t xml:space="preserve"> cm grosime </w:t>
      </w:r>
      <w:r w:rsidR="00EF764B" w:rsidRPr="00307BD2">
        <w:rPr>
          <w:sz w:val="24"/>
          <w:szCs w:val="24"/>
        </w:rPr>
        <w:tab/>
      </w:r>
      <w:r w:rsidR="00EF764B" w:rsidRPr="00307BD2">
        <w:rPr>
          <w:sz w:val="24"/>
          <w:szCs w:val="24"/>
        </w:rPr>
        <w:tab/>
      </w:r>
      <w:r w:rsidR="00EF764B" w:rsidRPr="00307BD2">
        <w:rPr>
          <w:sz w:val="24"/>
          <w:szCs w:val="24"/>
        </w:rPr>
        <w:tab/>
      </w:r>
      <w:r w:rsidR="00EF764B" w:rsidRPr="00307BD2">
        <w:rPr>
          <w:sz w:val="24"/>
          <w:szCs w:val="24"/>
        </w:rPr>
        <w:tab/>
      </w:r>
      <w:r w:rsidR="00EF764B" w:rsidRPr="00307BD2">
        <w:rPr>
          <w:sz w:val="24"/>
          <w:szCs w:val="24"/>
        </w:rPr>
        <w:tab/>
      </w:r>
      <w:r w:rsidR="00744C8B" w:rsidRPr="00307BD2">
        <w:rPr>
          <w:sz w:val="24"/>
          <w:szCs w:val="24"/>
        </w:rPr>
        <w:tab/>
      </w:r>
      <w:r w:rsidRPr="00307BD2">
        <w:rPr>
          <w:sz w:val="24"/>
          <w:szCs w:val="24"/>
        </w:rPr>
        <w:tab/>
      </w:r>
      <w:r w:rsidR="00307BD2" w:rsidRPr="00307BD2">
        <w:rPr>
          <w:sz w:val="24"/>
          <w:szCs w:val="24"/>
        </w:rPr>
        <w:t>155</w:t>
      </w:r>
      <w:r w:rsidR="00E70F73" w:rsidRPr="00307BD2">
        <w:rPr>
          <w:sz w:val="24"/>
          <w:szCs w:val="24"/>
        </w:rPr>
        <w:t xml:space="preserve"> </w:t>
      </w:r>
      <w:r w:rsidR="00EF764B" w:rsidRPr="00307BD2">
        <w:rPr>
          <w:sz w:val="24"/>
          <w:szCs w:val="24"/>
        </w:rPr>
        <w:t>t</w:t>
      </w:r>
    </w:p>
    <w:p w:rsidR="00EF764B" w:rsidRPr="00307BD2" w:rsidRDefault="00307BD2" w:rsidP="00A66DA8">
      <w:pPr>
        <w:pStyle w:val="Listparagraf"/>
        <w:spacing w:line="360" w:lineRule="auto"/>
        <w:ind w:left="900" w:firstLine="540"/>
        <w:jc w:val="both"/>
        <w:rPr>
          <w:sz w:val="24"/>
          <w:szCs w:val="24"/>
        </w:rPr>
      </w:pPr>
      <w:r w:rsidRPr="00307BD2">
        <w:rPr>
          <w:sz w:val="24"/>
          <w:szCs w:val="24"/>
        </w:rPr>
        <w:t>1290</w:t>
      </w:r>
      <w:r w:rsidR="00151C5B" w:rsidRPr="00307BD2">
        <w:rPr>
          <w:sz w:val="24"/>
          <w:szCs w:val="24"/>
        </w:rPr>
        <w:t xml:space="preserve"> x 0.05</w:t>
      </w:r>
      <w:r w:rsidR="00EF764B" w:rsidRPr="00307BD2">
        <w:rPr>
          <w:sz w:val="24"/>
          <w:szCs w:val="24"/>
        </w:rPr>
        <w:t xml:space="preserve">  x 2.4 </w:t>
      </w:r>
      <w:r w:rsidR="00E70F73" w:rsidRPr="00307BD2">
        <w:rPr>
          <w:sz w:val="24"/>
          <w:szCs w:val="24"/>
        </w:rPr>
        <w:t xml:space="preserve">= </w:t>
      </w:r>
      <w:r w:rsidRPr="00307BD2">
        <w:rPr>
          <w:sz w:val="24"/>
          <w:szCs w:val="24"/>
        </w:rPr>
        <w:t>154.8</w:t>
      </w:r>
      <w:r w:rsidR="00EF764B" w:rsidRPr="00307BD2">
        <w:rPr>
          <w:sz w:val="24"/>
          <w:szCs w:val="24"/>
        </w:rPr>
        <w:t xml:space="preserve"> t</w:t>
      </w:r>
    </w:p>
    <w:p w:rsidR="00EF764B" w:rsidRPr="00307BD2" w:rsidRDefault="00EF764B" w:rsidP="00744C8B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307BD2">
        <w:rPr>
          <w:sz w:val="24"/>
          <w:szCs w:val="24"/>
        </w:rPr>
        <w:t>Curatare – amorsare</w:t>
      </w:r>
      <w:r w:rsidRPr="00307BD2">
        <w:rPr>
          <w:sz w:val="24"/>
          <w:szCs w:val="24"/>
        </w:rPr>
        <w:tab/>
      </w:r>
      <w:r w:rsidRPr="00307BD2">
        <w:rPr>
          <w:sz w:val="24"/>
          <w:szCs w:val="24"/>
        </w:rPr>
        <w:tab/>
      </w:r>
      <w:r w:rsidRPr="00307BD2">
        <w:rPr>
          <w:sz w:val="24"/>
          <w:szCs w:val="24"/>
        </w:rPr>
        <w:tab/>
      </w:r>
      <w:r w:rsidRPr="00307BD2">
        <w:rPr>
          <w:sz w:val="24"/>
          <w:szCs w:val="24"/>
        </w:rPr>
        <w:tab/>
      </w:r>
      <w:r w:rsidRPr="00307BD2">
        <w:rPr>
          <w:sz w:val="24"/>
          <w:szCs w:val="24"/>
        </w:rPr>
        <w:tab/>
      </w:r>
      <w:r w:rsidRPr="00307BD2">
        <w:rPr>
          <w:sz w:val="24"/>
          <w:szCs w:val="24"/>
        </w:rPr>
        <w:tab/>
      </w:r>
      <w:r w:rsidRPr="00307BD2">
        <w:rPr>
          <w:sz w:val="24"/>
          <w:szCs w:val="24"/>
        </w:rPr>
        <w:tab/>
      </w:r>
      <w:r w:rsidRPr="00307BD2">
        <w:rPr>
          <w:sz w:val="24"/>
          <w:szCs w:val="24"/>
        </w:rPr>
        <w:tab/>
      </w:r>
      <w:r w:rsidR="00744C8B" w:rsidRPr="00307BD2">
        <w:rPr>
          <w:sz w:val="24"/>
          <w:szCs w:val="24"/>
        </w:rPr>
        <w:tab/>
      </w:r>
      <w:r w:rsidR="00151C5B" w:rsidRPr="00307BD2">
        <w:rPr>
          <w:sz w:val="24"/>
          <w:szCs w:val="24"/>
        </w:rPr>
        <w:t xml:space="preserve">       </w:t>
      </w:r>
      <w:r w:rsidR="00307BD2">
        <w:rPr>
          <w:sz w:val="24"/>
          <w:szCs w:val="24"/>
        </w:rPr>
        <w:t xml:space="preserve">    </w:t>
      </w:r>
      <w:r w:rsidR="00307BD2" w:rsidRPr="00307BD2">
        <w:rPr>
          <w:sz w:val="24"/>
          <w:szCs w:val="24"/>
        </w:rPr>
        <w:t xml:space="preserve">1290 </w:t>
      </w:r>
      <w:r w:rsidRPr="00307BD2">
        <w:rPr>
          <w:sz w:val="24"/>
          <w:szCs w:val="24"/>
        </w:rPr>
        <w:t>mp</w:t>
      </w:r>
    </w:p>
    <w:p w:rsidR="00EF764B" w:rsidRPr="00307BD2" w:rsidRDefault="00EF764B" w:rsidP="00744C8B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307BD2">
        <w:rPr>
          <w:sz w:val="24"/>
          <w:szCs w:val="24"/>
        </w:rPr>
        <w:t>Strat de uzura BA16, h=4 cm grosime</w:t>
      </w:r>
      <w:r w:rsidRPr="00307BD2">
        <w:rPr>
          <w:sz w:val="24"/>
          <w:szCs w:val="24"/>
        </w:rPr>
        <w:tab/>
      </w:r>
      <w:r w:rsidRPr="00307BD2">
        <w:rPr>
          <w:sz w:val="24"/>
          <w:szCs w:val="24"/>
        </w:rPr>
        <w:tab/>
      </w:r>
      <w:r w:rsidRPr="00307BD2">
        <w:rPr>
          <w:sz w:val="24"/>
          <w:szCs w:val="24"/>
        </w:rPr>
        <w:tab/>
      </w:r>
      <w:r w:rsidRPr="00307BD2">
        <w:rPr>
          <w:sz w:val="24"/>
          <w:szCs w:val="24"/>
        </w:rPr>
        <w:tab/>
      </w:r>
      <w:r w:rsidRPr="00307BD2">
        <w:rPr>
          <w:sz w:val="24"/>
          <w:szCs w:val="24"/>
        </w:rPr>
        <w:tab/>
      </w:r>
      <w:r w:rsidR="00744C8B" w:rsidRPr="00307BD2">
        <w:rPr>
          <w:sz w:val="24"/>
          <w:szCs w:val="24"/>
        </w:rPr>
        <w:tab/>
      </w:r>
      <w:r w:rsidR="00151C5B" w:rsidRPr="00307BD2">
        <w:rPr>
          <w:sz w:val="24"/>
          <w:szCs w:val="24"/>
        </w:rPr>
        <w:t xml:space="preserve">        </w:t>
      </w:r>
      <w:r w:rsidR="00307BD2">
        <w:rPr>
          <w:sz w:val="24"/>
          <w:szCs w:val="24"/>
        </w:rPr>
        <w:t xml:space="preserve">   </w:t>
      </w:r>
      <w:r w:rsidR="00307BD2" w:rsidRPr="00307BD2">
        <w:rPr>
          <w:sz w:val="24"/>
          <w:szCs w:val="24"/>
        </w:rPr>
        <w:t>1290</w:t>
      </w:r>
      <w:r w:rsidRPr="00307BD2">
        <w:rPr>
          <w:sz w:val="24"/>
          <w:szCs w:val="24"/>
        </w:rPr>
        <w:t xml:space="preserve"> mp</w:t>
      </w:r>
    </w:p>
    <w:p w:rsidR="00BD1559" w:rsidRPr="007531D8" w:rsidRDefault="00BD1559" w:rsidP="00BD1559">
      <w:pPr>
        <w:spacing w:line="360" w:lineRule="auto"/>
        <w:ind w:left="720"/>
        <w:jc w:val="both"/>
        <w:rPr>
          <w:color w:val="FF0000"/>
          <w:sz w:val="24"/>
          <w:szCs w:val="24"/>
        </w:rPr>
      </w:pPr>
    </w:p>
    <w:p w:rsidR="00151C5B" w:rsidRPr="007531D8" w:rsidRDefault="00151C5B" w:rsidP="00BD1559">
      <w:pPr>
        <w:spacing w:line="360" w:lineRule="auto"/>
        <w:ind w:left="720"/>
        <w:jc w:val="both"/>
        <w:rPr>
          <w:color w:val="FF0000"/>
          <w:sz w:val="24"/>
          <w:szCs w:val="24"/>
        </w:rPr>
      </w:pPr>
    </w:p>
    <w:p w:rsidR="00A66DA8" w:rsidRPr="007531D8" w:rsidRDefault="00A66DA8" w:rsidP="00BD1559">
      <w:pPr>
        <w:spacing w:line="360" w:lineRule="auto"/>
        <w:ind w:left="720"/>
        <w:jc w:val="both"/>
        <w:rPr>
          <w:color w:val="FF0000"/>
          <w:sz w:val="24"/>
          <w:szCs w:val="24"/>
        </w:rPr>
      </w:pPr>
    </w:p>
    <w:p w:rsidR="00A66DA8" w:rsidRPr="007531D8" w:rsidRDefault="00A66DA8" w:rsidP="00BD1559">
      <w:pPr>
        <w:spacing w:line="360" w:lineRule="auto"/>
        <w:ind w:left="720"/>
        <w:jc w:val="both"/>
        <w:rPr>
          <w:color w:val="FF0000"/>
          <w:sz w:val="24"/>
          <w:szCs w:val="24"/>
        </w:rPr>
      </w:pPr>
    </w:p>
    <w:p w:rsidR="00EF764B" w:rsidRPr="000D46F3" w:rsidRDefault="00BD1559" w:rsidP="00EF764B">
      <w:pPr>
        <w:spacing w:line="360" w:lineRule="auto"/>
        <w:jc w:val="center"/>
        <w:rPr>
          <w:sz w:val="32"/>
          <w:szCs w:val="32"/>
        </w:rPr>
      </w:pPr>
      <w:r w:rsidRPr="000D46F3">
        <w:rPr>
          <w:sz w:val="24"/>
          <w:szCs w:val="24"/>
        </w:rPr>
        <w:lastRenderedPageBreak/>
        <w:tab/>
      </w:r>
      <w:r w:rsidR="00EF764B" w:rsidRPr="000D46F3">
        <w:rPr>
          <w:sz w:val="32"/>
          <w:szCs w:val="32"/>
        </w:rPr>
        <w:t>Lucrari la trotuare</w:t>
      </w:r>
    </w:p>
    <w:p w:rsidR="00EF764B" w:rsidRPr="000D46F3" w:rsidRDefault="00EF764B" w:rsidP="00EF764B">
      <w:pPr>
        <w:spacing w:line="360" w:lineRule="auto"/>
        <w:jc w:val="center"/>
        <w:rPr>
          <w:sz w:val="24"/>
          <w:szCs w:val="24"/>
        </w:rPr>
      </w:pPr>
    </w:p>
    <w:p w:rsidR="00965454" w:rsidRPr="000D46F3" w:rsidRDefault="00965454" w:rsidP="00965454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0D46F3">
        <w:rPr>
          <w:sz w:val="24"/>
          <w:szCs w:val="24"/>
        </w:rPr>
        <w:t xml:space="preserve">Spargerea si desfacerea </w:t>
      </w:r>
      <w:r w:rsidR="000D46F3" w:rsidRPr="000D46F3">
        <w:rPr>
          <w:sz w:val="24"/>
          <w:szCs w:val="24"/>
        </w:rPr>
        <w:t>betonului de ciment</w:t>
      </w:r>
      <w:r w:rsidRPr="000D46F3">
        <w:rPr>
          <w:sz w:val="24"/>
          <w:szCs w:val="24"/>
        </w:rPr>
        <w:t xml:space="preserve"> la trotuare cu ciocanul pneumati</w:t>
      </w:r>
      <w:r w:rsidR="000D46F3" w:rsidRPr="000D46F3">
        <w:rPr>
          <w:sz w:val="24"/>
          <w:szCs w:val="24"/>
        </w:rPr>
        <w:t xml:space="preserve">c    </w:t>
      </w:r>
      <w:r w:rsidR="000D46F3" w:rsidRPr="000D46F3">
        <w:rPr>
          <w:sz w:val="24"/>
          <w:szCs w:val="24"/>
        </w:rPr>
        <w:tab/>
      </w:r>
      <w:r w:rsidR="000D46F3" w:rsidRPr="000D46F3">
        <w:rPr>
          <w:sz w:val="24"/>
          <w:szCs w:val="24"/>
        </w:rPr>
        <w:tab/>
        <w:t xml:space="preserve"> </w:t>
      </w:r>
      <w:r w:rsidR="00C92E6E">
        <w:rPr>
          <w:sz w:val="24"/>
          <w:szCs w:val="24"/>
        </w:rPr>
        <w:t xml:space="preserve">  </w:t>
      </w:r>
      <w:r w:rsidR="000D46F3" w:rsidRPr="000D46F3">
        <w:rPr>
          <w:sz w:val="24"/>
          <w:szCs w:val="24"/>
        </w:rPr>
        <w:t>28</w:t>
      </w:r>
      <w:r w:rsidRPr="000D46F3">
        <w:rPr>
          <w:sz w:val="24"/>
          <w:szCs w:val="24"/>
        </w:rPr>
        <w:t xml:space="preserve"> mc</w:t>
      </w:r>
    </w:p>
    <w:p w:rsidR="00965454" w:rsidRPr="000D46F3" w:rsidRDefault="000D46F3" w:rsidP="00965454">
      <w:pPr>
        <w:pStyle w:val="Listparagraf"/>
        <w:spacing w:line="360" w:lineRule="auto"/>
        <w:ind w:left="1260" w:right="9" w:firstLine="180"/>
        <w:jc w:val="both"/>
        <w:rPr>
          <w:sz w:val="24"/>
          <w:szCs w:val="24"/>
        </w:rPr>
      </w:pPr>
      <w:r w:rsidRPr="000D46F3">
        <w:rPr>
          <w:sz w:val="24"/>
          <w:szCs w:val="24"/>
        </w:rPr>
        <w:t>555 x 0.05 = 27.75</w:t>
      </w:r>
      <w:r w:rsidR="00965454" w:rsidRPr="000D46F3">
        <w:rPr>
          <w:sz w:val="24"/>
          <w:szCs w:val="24"/>
        </w:rPr>
        <w:t xml:space="preserve"> mc</w:t>
      </w:r>
    </w:p>
    <w:p w:rsidR="00965454" w:rsidRPr="000D46F3" w:rsidRDefault="00965454" w:rsidP="00965454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0D46F3">
        <w:rPr>
          <w:sz w:val="24"/>
          <w:szCs w:val="24"/>
        </w:rPr>
        <w:t>Sapatura pana la cota de fundare</w:t>
      </w:r>
      <w:r w:rsidRPr="000D46F3">
        <w:rPr>
          <w:sz w:val="24"/>
          <w:szCs w:val="24"/>
        </w:rPr>
        <w:tab/>
      </w:r>
      <w:r w:rsidRPr="000D46F3">
        <w:rPr>
          <w:sz w:val="24"/>
          <w:szCs w:val="24"/>
        </w:rPr>
        <w:tab/>
      </w:r>
      <w:r w:rsidRPr="000D46F3">
        <w:rPr>
          <w:sz w:val="24"/>
          <w:szCs w:val="24"/>
        </w:rPr>
        <w:tab/>
      </w:r>
      <w:r w:rsidR="000D46F3" w:rsidRPr="000D46F3">
        <w:rPr>
          <w:sz w:val="24"/>
          <w:szCs w:val="24"/>
        </w:rPr>
        <w:tab/>
      </w:r>
      <w:r w:rsidR="000D46F3" w:rsidRPr="000D46F3">
        <w:rPr>
          <w:sz w:val="24"/>
          <w:szCs w:val="24"/>
        </w:rPr>
        <w:tab/>
      </w:r>
      <w:r w:rsidR="000D46F3" w:rsidRPr="000D46F3">
        <w:rPr>
          <w:sz w:val="24"/>
          <w:szCs w:val="24"/>
        </w:rPr>
        <w:tab/>
      </w:r>
      <w:r w:rsidR="000D46F3" w:rsidRPr="000D46F3">
        <w:rPr>
          <w:sz w:val="24"/>
          <w:szCs w:val="24"/>
        </w:rPr>
        <w:tab/>
        <w:t xml:space="preserve">      </w:t>
      </w:r>
      <w:r w:rsidR="000D46F3" w:rsidRPr="000D46F3">
        <w:rPr>
          <w:sz w:val="24"/>
          <w:szCs w:val="24"/>
        </w:rPr>
        <w:tab/>
      </w:r>
      <w:r w:rsidR="00C92E6E">
        <w:rPr>
          <w:sz w:val="24"/>
          <w:szCs w:val="24"/>
        </w:rPr>
        <w:t xml:space="preserve"> </w:t>
      </w:r>
      <w:r w:rsidR="000D46F3" w:rsidRPr="000D46F3">
        <w:rPr>
          <w:sz w:val="24"/>
          <w:szCs w:val="24"/>
        </w:rPr>
        <w:t>161</w:t>
      </w:r>
      <w:r w:rsidRPr="000D46F3">
        <w:rPr>
          <w:sz w:val="24"/>
          <w:szCs w:val="24"/>
        </w:rPr>
        <w:t xml:space="preserve"> mc</w:t>
      </w:r>
    </w:p>
    <w:p w:rsidR="00965454" w:rsidRPr="000D46F3" w:rsidRDefault="000D46F3" w:rsidP="00965454">
      <w:pPr>
        <w:pStyle w:val="Listparagraf"/>
        <w:spacing w:line="360" w:lineRule="auto"/>
        <w:ind w:right="9" w:firstLine="720"/>
        <w:jc w:val="both"/>
        <w:rPr>
          <w:sz w:val="24"/>
          <w:szCs w:val="24"/>
        </w:rPr>
      </w:pPr>
      <w:r w:rsidRPr="000D46F3">
        <w:rPr>
          <w:sz w:val="24"/>
          <w:szCs w:val="24"/>
        </w:rPr>
        <w:t>555 x 0.29</w:t>
      </w:r>
      <w:r w:rsidR="00D63110" w:rsidRPr="000D46F3">
        <w:rPr>
          <w:sz w:val="24"/>
          <w:szCs w:val="24"/>
        </w:rPr>
        <w:t xml:space="preserve"> =</w:t>
      </w:r>
      <w:r w:rsidRPr="000D46F3">
        <w:rPr>
          <w:sz w:val="24"/>
          <w:szCs w:val="24"/>
        </w:rPr>
        <w:t xml:space="preserve"> 160.95</w:t>
      </w:r>
      <w:r w:rsidR="00965454" w:rsidRPr="000D46F3">
        <w:rPr>
          <w:sz w:val="24"/>
          <w:szCs w:val="24"/>
        </w:rPr>
        <w:t xml:space="preserve"> mc</w:t>
      </w:r>
    </w:p>
    <w:p w:rsidR="002567E4" w:rsidRPr="00C92E6E" w:rsidRDefault="002567E4" w:rsidP="002567E4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C92E6E">
        <w:rPr>
          <w:sz w:val="24"/>
          <w:szCs w:val="24"/>
        </w:rPr>
        <w:t>Fundatie de balast</w:t>
      </w:r>
      <w:r w:rsidR="00C92E6E">
        <w:rPr>
          <w:sz w:val="24"/>
          <w:szCs w:val="24"/>
        </w:rPr>
        <w:t>, 15 cm grosime</w:t>
      </w:r>
      <w:r w:rsidR="00C92E6E">
        <w:rPr>
          <w:sz w:val="24"/>
          <w:szCs w:val="24"/>
        </w:rPr>
        <w:tab/>
      </w:r>
      <w:r w:rsidR="00C92E6E">
        <w:rPr>
          <w:sz w:val="24"/>
          <w:szCs w:val="24"/>
        </w:rPr>
        <w:tab/>
      </w:r>
      <w:r w:rsidR="00C92E6E">
        <w:rPr>
          <w:sz w:val="24"/>
          <w:szCs w:val="24"/>
        </w:rPr>
        <w:tab/>
      </w:r>
      <w:r w:rsidR="00C92E6E">
        <w:rPr>
          <w:sz w:val="24"/>
          <w:szCs w:val="24"/>
        </w:rPr>
        <w:tab/>
      </w:r>
      <w:r w:rsidR="00C92E6E">
        <w:rPr>
          <w:sz w:val="24"/>
          <w:szCs w:val="24"/>
        </w:rPr>
        <w:tab/>
      </w:r>
      <w:r w:rsidR="00C92E6E">
        <w:rPr>
          <w:sz w:val="24"/>
          <w:szCs w:val="24"/>
        </w:rPr>
        <w:tab/>
      </w:r>
      <w:r w:rsidR="00C92E6E">
        <w:rPr>
          <w:sz w:val="24"/>
          <w:szCs w:val="24"/>
        </w:rPr>
        <w:tab/>
        <w:t xml:space="preserve">      </w:t>
      </w:r>
      <w:r w:rsidR="00C92E6E">
        <w:rPr>
          <w:sz w:val="24"/>
          <w:szCs w:val="24"/>
        </w:rPr>
        <w:tab/>
        <w:t xml:space="preserve">   84</w:t>
      </w:r>
      <w:r w:rsidRPr="00C92E6E">
        <w:rPr>
          <w:sz w:val="24"/>
          <w:szCs w:val="24"/>
        </w:rPr>
        <w:t xml:space="preserve"> mc</w:t>
      </w:r>
    </w:p>
    <w:p w:rsidR="002567E4" w:rsidRPr="00C92E6E" w:rsidRDefault="00C92E6E" w:rsidP="002567E4">
      <w:pPr>
        <w:pStyle w:val="Listparagraf"/>
        <w:spacing w:line="360" w:lineRule="auto"/>
        <w:ind w:right="9" w:firstLine="720"/>
        <w:jc w:val="both"/>
        <w:rPr>
          <w:sz w:val="24"/>
          <w:szCs w:val="24"/>
        </w:rPr>
      </w:pPr>
      <w:r w:rsidRPr="00C92E6E">
        <w:rPr>
          <w:sz w:val="24"/>
          <w:szCs w:val="24"/>
        </w:rPr>
        <w:t>555</w:t>
      </w:r>
      <w:r w:rsidR="002567E4" w:rsidRPr="00C92E6E">
        <w:rPr>
          <w:sz w:val="24"/>
          <w:szCs w:val="24"/>
        </w:rPr>
        <w:t xml:space="preserve"> x 0.15 = </w:t>
      </w:r>
      <w:r w:rsidRPr="00C92E6E">
        <w:rPr>
          <w:sz w:val="24"/>
          <w:szCs w:val="24"/>
        </w:rPr>
        <w:t>83.25</w:t>
      </w:r>
      <w:r w:rsidR="002567E4" w:rsidRPr="00C92E6E">
        <w:rPr>
          <w:sz w:val="24"/>
          <w:szCs w:val="24"/>
        </w:rPr>
        <w:t xml:space="preserve"> mc</w:t>
      </w:r>
    </w:p>
    <w:p w:rsidR="002567E4" w:rsidRPr="00C92E6E" w:rsidRDefault="002567E4" w:rsidP="002567E4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C92E6E">
        <w:rPr>
          <w:sz w:val="24"/>
          <w:szCs w:val="24"/>
        </w:rPr>
        <w:t>Strat de beton C8/10</w:t>
      </w:r>
      <w:r w:rsidR="00C92E6E" w:rsidRPr="00C92E6E">
        <w:rPr>
          <w:sz w:val="24"/>
          <w:szCs w:val="24"/>
        </w:rPr>
        <w:t>, 10 cm grosime</w:t>
      </w:r>
      <w:r w:rsidR="00C92E6E" w:rsidRPr="00C92E6E">
        <w:rPr>
          <w:sz w:val="24"/>
          <w:szCs w:val="24"/>
        </w:rPr>
        <w:tab/>
      </w:r>
      <w:r w:rsidR="00C92E6E" w:rsidRPr="00C92E6E">
        <w:rPr>
          <w:sz w:val="24"/>
          <w:szCs w:val="24"/>
        </w:rPr>
        <w:tab/>
      </w:r>
      <w:r w:rsidR="00C92E6E" w:rsidRPr="00C92E6E">
        <w:rPr>
          <w:sz w:val="24"/>
          <w:szCs w:val="24"/>
        </w:rPr>
        <w:tab/>
      </w:r>
      <w:r w:rsidR="00C92E6E" w:rsidRPr="00C92E6E">
        <w:rPr>
          <w:sz w:val="24"/>
          <w:szCs w:val="24"/>
        </w:rPr>
        <w:tab/>
      </w:r>
      <w:r w:rsidR="00C92E6E" w:rsidRPr="00C92E6E">
        <w:rPr>
          <w:sz w:val="24"/>
          <w:szCs w:val="24"/>
        </w:rPr>
        <w:tab/>
      </w:r>
      <w:r w:rsidR="00C92E6E" w:rsidRPr="00C92E6E">
        <w:rPr>
          <w:sz w:val="24"/>
          <w:szCs w:val="24"/>
        </w:rPr>
        <w:tab/>
      </w:r>
      <w:r w:rsidR="00C92E6E" w:rsidRPr="00C92E6E">
        <w:rPr>
          <w:sz w:val="24"/>
          <w:szCs w:val="24"/>
        </w:rPr>
        <w:tab/>
        <w:t xml:space="preserve">      </w:t>
      </w:r>
      <w:r w:rsidR="00C92E6E" w:rsidRPr="00C92E6E">
        <w:rPr>
          <w:sz w:val="24"/>
          <w:szCs w:val="24"/>
        </w:rPr>
        <w:tab/>
      </w:r>
      <w:r w:rsidR="00C92E6E">
        <w:rPr>
          <w:sz w:val="24"/>
          <w:szCs w:val="24"/>
        </w:rPr>
        <w:t xml:space="preserve">   </w:t>
      </w:r>
      <w:r w:rsidR="00C92E6E" w:rsidRPr="00C92E6E">
        <w:rPr>
          <w:sz w:val="24"/>
          <w:szCs w:val="24"/>
        </w:rPr>
        <w:t>60</w:t>
      </w:r>
      <w:r w:rsidRPr="00C92E6E">
        <w:rPr>
          <w:sz w:val="24"/>
          <w:szCs w:val="24"/>
        </w:rPr>
        <w:t xml:space="preserve"> mc</w:t>
      </w:r>
    </w:p>
    <w:p w:rsidR="002567E4" w:rsidRPr="00C92E6E" w:rsidRDefault="00C92E6E" w:rsidP="002567E4">
      <w:pPr>
        <w:pStyle w:val="Listparagraf"/>
        <w:spacing w:line="360" w:lineRule="auto"/>
        <w:ind w:right="9" w:firstLine="720"/>
        <w:jc w:val="both"/>
        <w:rPr>
          <w:sz w:val="24"/>
          <w:szCs w:val="24"/>
        </w:rPr>
      </w:pPr>
      <w:r w:rsidRPr="00C92E6E">
        <w:rPr>
          <w:sz w:val="24"/>
          <w:szCs w:val="24"/>
        </w:rPr>
        <w:t>555 x 0.10 = 55.5</w:t>
      </w:r>
      <w:r w:rsidR="002567E4" w:rsidRPr="00C92E6E">
        <w:rPr>
          <w:sz w:val="24"/>
          <w:szCs w:val="24"/>
        </w:rPr>
        <w:t xml:space="preserve"> mc</w:t>
      </w:r>
    </w:p>
    <w:p w:rsidR="0053629B" w:rsidRPr="00C92E6E" w:rsidRDefault="00C92E6E" w:rsidP="0053629B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>
        <w:rPr>
          <w:sz w:val="24"/>
          <w:szCs w:val="24"/>
        </w:rPr>
        <w:t>Strat de uzura BA8, 4</w:t>
      </w:r>
      <w:r w:rsidR="0053629B" w:rsidRPr="00C92E6E">
        <w:rPr>
          <w:sz w:val="24"/>
          <w:szCs w:val="24"/>
        </w:rPr>
        <w:t xml:space="preserve"> cm grosime</w:t>
      </w:r>
      <w:r w:rsidR="0053629B" w:rsidRPr="00C92E6E">
        <w:rPr>
          <w:sz w:val="24"/>
          <w:szCs w:val="24"/>
        </w:rPr>
        <w:tab/>
      </w:r>
      <w:r w:rsidR="0053629B" w:rsidRPr="00C92E6E">
        <w:rPr>
          <w:sz w:val="24"/>
          <w:szCs w:val="24"/>
        </w:rPr>
        <w:tab/>
      </w:r>
      <w:r w:rsidR="0053629B" w:rsidRPr="00C92E6E">
        <w:rPr>
          <w:sz w:val="24"/>
          <w:szCs w:val="24"/>
        </w:rPr>
        <w:tab/>
      </w:r>
      <w:r w:rsidR="0053629B" w:rsidRPr="00C92E6E">
        <w:rPr>
          <w:sz w:val="24"/>
          <w:szCs w:val="24"/>
        </w:rPr>
        <w:tab/>
      </w:r>
      <w:r w:rsidR="0053629B" w:rsidRPr="00C92E6E">
        <w:rPr>
          <w:sz w:val="24"/>
          <w:szCs w:val="24"/>
        </w:rPr>
        <w:tab/>
      </w:r>
      <w:r w:rsidR="0053629B" w:rsidRPr="00C92E6E">
        <w:rPr>
          <w:sz w:val="24"/>
          <w:szCs w:val="24"/>
        </w:rPr>
        <w:tab/>
      </w:r>
      <w:r w:rsidR="0053629B" w:rsidRPr="00C92E6E">
        <w:rPr>
          <w:sz w:val="24"/>
          <w:szCs w:val="24"/>
        </w:rPr>
        <w:tab/>
        <w:t xml:space="preserve">          </w:t>
      </w:r>
      <w:r>
        <w:rPr>
          <w:sz w:val="24"/>
          <w:szCs w:val="24"/>
        </w:rPr>
        <w:t xml:space="preserve">   </w:t>
      </w:r>
      <w:r w:rsidRPr="00C92E6E">
        <w:rPr>
          <w:sz w:val="24"/>
          <w:szCs w:val="24"/>
        </w:rPr>
        <w:t>555</w:t>
      </w:r>
      <w:r w:rsidR="0053629B" w:rsidRPr="00C92E6E">
        <w:rPr>
          <w:sz w:val="24"/>
          <w:szCs w:val="24"/>
        </w:rPr>
        <w:t xml:space="preserve"> mp</w:t>
      </w:r>
    </w:p>
    <w:p w:rsidR="005404F0" w:rsidRPr="007531D8" w:rsidRDefault="005404F0" w:rsidP="005404F0">
      <w:pPr>
        <w:spacing w:line="360" w:lineRule="auto"/>
        <w:rPr>
          <w:color w:val="FF0000"/>
          <w:sz w:val="24"/>
          <w:szCs w:val="24"/>
        </w:rPr>
      </w:pPr>
    </w:p>
    <w:p w:rsidR="005404F0" w:rsidRPr="00C92E6E" w:rsidRDefault="005404F0" w:rsidP="005404F0">
      <w:pPr>
        <w:spacing w:line="360" w:lineRule="auto"/>
        <w:jc w:val="center"/>
        <w:rPr>
          <w:sz w:val="32"/>
          <w:szCs w:val="32"/>
        </w:rPr>
      </w:pPr>
      <w:r w:rsidRPr="00C92E6E">
        <w:rPr>
          <w:sz w:val="32"/>
          <w:szCs w:val="32"/>
        </w:rPr>
        <w:t>Lucrari la parcari</w:t>
      </w:r>
    </w:p>
    <w:p w:rsidR="005404F0" w:rsidRPr="00C92E6E" w:rsidRDefault="005404F0" w:rsidP="005404F0">
      <w:pPr>
        <w:spacing w:line="360" w:lineRule="auto"/>
        <w:jc w:val="center"/>
        <w:rPr>
          <w:sz w:val="24"/>
          <w:szCs w:val="24"/>
        </w:rPr>
      </w:pPr>
    </w:p>
    <w:p w:rsidR="005404F0" w:rsidRPr="00C92E6E" w:rsidRDefault="005404F0" w:rsidP="005404F0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C92E6E">
        <w:rPr>
          <w:sz w:val="24"/>
          <w:szCs w:val="24"/>
        </w:rPr>
        <w:t>Spargerea si desfacerea betonului de ciment la partea carosab</w:t>
      </w:r>
      <w:r w:rsidR="00C92E6E" w:rsidRPr="00C92E6E">
        <w:rPr>
          <w:sz w:val="24"/>
          <w:szCs w:val="24"/>
        </w:rPr>
        <w:t xml:space="preserve">ila cu ciocanul pneumatic    </w:t>
      </w:r>
      <w:r w:rsidR="006A049E">
        <w:rPr>
          <w:sz w:val="24"/>
          <w:szCs w:val="24"/>
        </w:rPr>
        <w:t xml:space="preserve">  </w:t>
      </w:r>
      <w:r w:rsidR="00C92E6E" w:rsidRPr="00C92E6E">
        <w:rPr>
          <w:sz w:val="24"/>
          <w:szCs w:val="24"/>
        </w:rPr>
        <w:t>112</w:t>
      </w:r>
      <w:r w:rsidRPr="00C92E6E">
        <w:rPr>
          <w:sz w:val="24"/>
          <w:szCs w:val="24"/>
        </w:rPr>
        <w:t xml:space="preserve"> mc</w:t>
      </w:r>
    </w:p>
    <w:p w:rsidR="005404F0" w:rsidRPr="00C92E6E" w:rsidRDefault="00C92E6E" w:rsidP="005404F0">
      <w:pPr>
        <w:pStyle w:val="Listparagraf"/>
        <w:spacing w:line="360" w:lineRule="auto"/>
        <w:ind w:left="1260" w:right="9" w:firstLine="180"/>
        <w:jc w:val="both"/>
        <w:rPr>
          <w:sz w:val="24"/>
          <w:szCs w:val="24"/>
        </w:rPr>
      </w:pPr>
      <w:r w:rsidRPr="00C92E6E">
        <w:rPr>
          <w:sz w:val="24"/>
          <w:szCs w:val="24"/>
        </w:rPr>
        <w:t>447 x 0.25 = 111.75</w:t>
      </w:r>
      <w:r w:rsidR="005404F0" w:rsidRPr="00C92E6E">
        <w:rPr>
          <w:sz w:val="24"/>
          <w:szCs w:val="24"/>
        </w:rPr>
        <w:t xml:space="preserve"> mc</w:t>
      </w:r>
    </w:p>
    <w:p w:rsidR="005404F0" w:rsidRPr="00EE06A9" w:rsidRDefault="005404F0" w:rsidP="005404F0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EE06A9">
        <w:rPr>
          <w:sz w:val="24"/>
          <w:szCs w:val="24"/>
        </w:rPr>
        <w:t>Sapatura pana la cota de fundare</w:t>
      </w:r>
      <w:r w:rsidRPr="00EE06A9">
        <w:rPr>
          <w:sz w:val="24"/>
          <w:szCs w:val="24"/>
        </w:rPr>
        <w:tab/>
      </w:r>
      <w:r w:rsidRPr="00EE06A9">
        <w:rPr>
          <w:sz w:val="24"/>
          <w:szCs w:val="24"/>
        </w:rPr>
        <w:tab/>
      </w:r>
      <w:r w:rsidRPr="00EE06A9">
        <w:rPr>
          <w:sz w:val="24"/>
          <w:szCs w:val="24"/>
        </w:rPr>
        <w:tab/>
      </w:r>
      <w:r w:rsidRPr="00EE06A9">
        <w:rPr>
          <w:sz w:val="24"/>
          <w:szCs w:val="24"/>
        </w:rPr>
        <w:tab/>
      </w:r>
      <w:r w:rsidRPr="00EE06A9">
        <w:rPr>
          <w:sz w:val="24"/>
          <w:szCs w:val="24"/>
        </w:rPr>
        <w:tab/>
      </w:r>
      <w:r w:rsidRPr="00EE06A9">
        <w:rPr>
          <w:sz w:val="24"/>
          <w:szCs w:val="24"/>
        </w:rPr>
        <w:tab/>
      </w:r>
      <w:r w:rsidRPr="00EE06A9">
        <w:rPr>
          <w:sz w:val="24"/>
          <w:szCs w:val="24"/>
        </w:rPr>
        <w:tab/>
        <w:t xml:space="preserve">       </w:t>
      </w:r>
      <w:r w:rsidR="0005002D" w:rsidRPr="00EE06A9">
        <w:rPr>
          <w:sz w:val="24"/>
          <w:szCs w:val="24"/>
        </w:rPr>
        <w:t xml:space="preserve">  </w:t>
      </w:r>
      <w:r w:rsidR="00EE06A9">
        <w:rPr>
          <w:sz w:val="24"/>
          <w:szCs w:val="24"/>
        </w:rPr>
        <w:t xml:space="preserve">    </w:t>
      </w:r>
      <w:r w:rsidR="00EE06A9" w:rsidRPr="00EE06A9">
        <w:rPr>
          <w:sz w:val="24"/>
          <w:szCs w:val="24"/>
        </w:rPr>
        <w:t>331</w:t>
      </w:r>
      <w:r w:rsidRPr="00EE06A9">
        <w:rPr>
          <w:sz w:val="24"/>
          <w:szCs w:val="24"/>
        </w:rPr>
        <w:t xml:space="preserve"> mc</w:t>
      </w:r>
    </w:p>
    <w:p w:rsidR="005404F0" w:rsidRPr="00EE06A9" w:rsidRDefault="006A049E" w:rsidP="005404F0">
      <w:pPr>
        <w:pStyle w:val="Listparagraf"/>
        <w:spacing w:line="360" w:lineRule="auto"/>
        <w:ind w:right="9" w:firstLine="720"/>
        <w:jc w:val="both"/>
        <w:rPr>
          <w:sz w:val="24"/>
          <w:szCs w:val="24"/>
        </w:rPr>
      </w:pPr>
      <w:r w:rsidRPr="00EE06A9">
        <w:rPr>
          <w:sz w:val="24"/>
          <w:szCs w:val="24"/>
        </w:rPr>
        <w:t>447</w:t>
      </w:r>
      <w:r w:rsidR="00EE06A9" w:rsidRPr="00EE06A9">
        <w:rPr>
          <w:sz w:val="24"/>
          <w:szCs w:val="24"/>
        </w:rPr>
        <w:t xml:space="preserve"> x 0.74 = 330.78</w:t>
      </w:r>
      <w:r w:rsidR="005404F0" w:rsidRPr="00EE06A9">
        <w:rPr>
          <w:sz w:val="24"/>
          <w:szCs w:val="24"/>
        </w:rPr>
        <w:t xml:space="preserve"> mc</w:t>
      </w:r>
    </w:p>
    <w:p w:rsidR="00863822" w:rsidRPr="00EE06A9" w:rsidRDefault="00863822" w:rsidP="00863822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EE06A9">
        <w:rPr>
          <w:sz w:val="24"/>
          <w:szCs w:val="24"/>
        </w:rPr>
        <w:t>Strat de nisi</w:t>
      </w:r>
      <w:r w:rsidR="00EE06A9" w:rsidRPr="00EE06A9">
        <w:rPr>
          <w:sz w:val="24"/>
          <w:szCs w:val="24"/>
        </w:rPr>
        <w:t xml:space="preserve">p, 10 cm </w:t>
      </w:r>
      <w:r w:rsidR="00EE06A9" w:rsidRPr="00EE06A9">
        <w:rPr>
          <w:sz w:val="24"/>
          <w:szCs w:val="24"/>
        </w:rPr>
        <w:tab/>
      </w:r>
      <w:r w:rsidR="00EE06A9" w:rsidRPr="00EE06A9">
        <w:rPr>
          <w:sz w:val="24"/>
          <w:szCs w:val="24"/>
        </w:rPr>
        <w:tab/>
      </w:r>
      <w:r w:rsidR="00EE06A9" w:rsidRPr="00EE06A9">
        <w:rPr>
          <w:sz w:val="24"/>
          <w:szCs w:val="24"/>
        </w:rPr>
        <w:tab/>
      </w:r>
      <w:r w:rsidR="00EE06A9" w:rsidRPr="00EE06A9">
        <w:rPr>
          <w:sz w:val="24"/>
          <w:szCs w:val="24"/>
        </w:rPr>
        <w:tab/>
      </w:r>
      <w:r w:rsidR="00EE06A9" w:rsidRPr="00EE06A9">
        <w:rPr>
          <w:sz w:val="24"/>
          <w:szCs w:val="24"/>
        </w:rPr>
        <w:tab/>
      </w:r>
      <w:r w:rsidR="00EE06A9" w:rsidRPr="00EE06A9">
        <w:rPr>
          <w:sz w:val="24"/>
          <w:szCs w:val="24"/>
        </w:rPr>
        <w:tab/>
      </w:r>
      <w:r w:rsidR="00EE06A9" w:rsidRPr="00EE06A9">
        <w:rPr>
          <w:sz w:val="24"/>
          <w:szCs w:val="24"/>
        </w:rPr>
        <w:tab/>
      </w:r>
      <w:r w:rsidR="00EE06A9" w:rsidRPr="00EE06A9">
        <w:rPr>
          <w:sz w:val="24"/>
          <w:szCs w:val="24"/>
        </w:rPr>
        <w:tab/>
        <w:t xml:space="preserve">            </w:t>
      </w:r>
      <w:r w:rsidR="006975BC">
        <w:rPr>
          <w:sz w:val="24"/>
          <w:szCs w:val="24"/>
        </w:rPr>
        <w:t xml:space="preserve">   </w:t>
      </w:r>
      <w:r w:rsidR="00EE06A9" w:rsidRPr="00EE06A9">
        <w:rPr>
          <w:sz w:val="24"/>
          <w:szCs w:val="24"/>
        </w:rPr>
        <w:t>45</w:t>
      </w:r>
      <w:r w:rsidRPr="00EE06A9">
        <w:rPr>
          <w:sz w:val="24"/>
          <w:szCs w:val="24"/>
        </w:rPr>
        <w:t xml:space="preserve"> mc</w:t>
      </w:r>
    </w:p>
    <w:p w:rsidR="00863822" w:rsidRPr="00EE06A9" w:rsidRDefault="00EE06A9" w:rsidP="00863822">
      <w:pPr>
        <w:pStyle w:val="Listparagraf"/>
        <w:spacing w:line="360" w:lineRule="auto"/>
        <w:ind w:left="1440"/>
        <w:jc w:val="both"/>
        <w:rPr>
          <w:sz w:val="24"/>
          <w:szCs w:val="24"/>
        </w:rPr>
      </w:pPr>
      <w:r w:rsidRPr="00EE06A9">
        <w:rPr>
          <w:sz w:val="24"/>
          <w:szCs w:val="24"/>
        </w:rPr>
        <w:t>447</w:t>
      </w:r>
      <w:r w:rsidR="00863822" w:rsidRPr="00EE06A9">
        <w:rPr>
          <w:sz w:val="24"/>
          <w:szCs w:val="24"/>
        </w:rPr>
        <w:t xml:space="preserve"> x 0.1</w:t>
      </w:r>
      <w:r w:rsidRPr="00EE06A9">
        <w:rPr>
          <w:sz w:val="24"/>
          <w:szCs w:val="24"/>
        </w:rPr>
        <w:t>0 = 44.7</w:t>
      </w:r>
      <w:r w:rsidR="00863822" w:rsidRPr="00EE06A9">
        <w:rPr>
          <w:sz w:val="24"/>
          <w:szCs w:val="24"/>
        </w:rPr>
        <w:t xml:space="preserve"> mc</w:t>
      </w:r>
    </w:p>
    <w:p w:rsidR="005404F0" w:rsidRPr="00EE06A9" w:rsidRDefault="005404F0" w:rsidP="005404F0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EE06A9">
        <w:rPr>
          <w:sz w:val="24"/>
          <w:szCs w:val="24"/>
        </w:rPr>
        <w:t>Fundatie de balast, 25 cm grosime</w:t>
      </w:r>
      <w:r w:rsidRPr="00EE06A9">
        <w:rPr>
          <w:sz w:val="24"/>
          <w:szCs w:val="24"/>
        </w:rPr>
        <w:tab/>
      </w:r>
      <w:r w:rsidRPr="00EE06A9">
        <w:rPr>
          <w:sz w:val="24"/>
          <w:szCs w:val="24"/>
        </w:rPr>
        <w:tab/>
      </w:r>
      <w:r w:rsidRPr="00EE06A9">
        <w:rPr>
          <w:sz w:val="24"/>
          <w:szCs w:val="24"/>
        </w:rPr>
        <w:tab/>
      </w:r>
      <w:r w:rsidRPr="00EE06A9">
        <w:rPr>
          <w:sz w:val="24"/>
          <w:szCs w:val="24"/>
        </w:rPr>
        <w:tab/>
      </w:r>
      <w:r w:rsidRPr="00EE06A9">
        <w:rPr>
          <w:sz w:val="24"/>
          <w:szCs w:val="24"/>
        </w:rPr>
        <w:tab/>
      </w:r>
      <w:r w:rsidRPr="00EE06A9">
        <w:rPr>
          <w:sz w:val="24"/>
          <w:szCs w:val="24"/>
        </w:rPr>
        <w:tab/>
      </w:r>
      <w:r w:rsidRPr="00EE06A9">
        <w:rPr>
          <w:sz w:val="24"/>
          <w:szCs w:val="24"/>
        </w:rPr>
        <w:tab/>
        <w:t xml:space="preserve">         </w:t>
      </w:r>
      <w:r w:rsidR="006975BC">
        <w:rPr>
          <w:sz w:val="24"/>
          <w:szCs w:val="24"/>
        </w:rPr>
        <w:t xml:space="preserve">    </w:t>
      </w:r>
      <w:r w:rsidR="00EE06A9" w:rsidRPr="00EE06A9">
        <w:rPr>
          <w:sz w:val="24"/>
          <w:szCs w:val="24"/>
        </w:rPr>
        <w:t>112</w:t>
      </w:r>
      <w:r w:rsidRPr="00EE06A9">
        <w:rPr>
          <w:sz w:val="24"/>
          <w:szCs w:val="24"/>
        </w:rPr>
        <w:t xml:space="preserve"> mc</w:t>
      </w:r>
    </w:p>
    <w:p w:rsidR="005404F0" w:rsidRPr="00EE06A9" w:rsidRDefault="00EE06A9" w:rsidP="005404F0">
      <w:pPr>
        <w:pStyle w:val="Listparagraf"/>
        <w:spacing w:line="360" w:lineRule="auto"/>
        <w:ind w:left="900" w:firstLine="540"/>
        <w:jc w:val="both"/>
        <w:rPr>
          <w:sz w:val="24"/>
          <w:szCs w:val="24"/>
        </w:rPr>
      </w:pPr>
      <w:r w:rsidRPr="00EE06A9">
        <w:rPr>
          <w:sz w:val="24"/>
          <w:szCs w:val="24"/>
        </w:rPr>
        <w:t>447</w:t>
      </w:r>
      <w:r w:rsidR="007652C6" w:rsidRPr="00EE06A9">
        <w:rPr>
          <w:sz w:val="24"/>
          <w:szCs w:val="24"/>
        </w:rPr>
        <w:t xml:space="preserve"> x 0.25 = </w:t>
      </w:r>
      <w:r w:rsidRPr="00EE06A9">
        <w:rPr>
          <w:sz w:val="24"/>
          <w:szCs w:val="24"/>
        </w:rPr>
        <w:t>111.75</w:t>
      </w:r>
      <w:r w:rsidR="005404F0" w:rsidRPr="00EE06A9">
        <w:rPr>
          <w:sz w:val="24"/>
          <w:szCs w:val="24"/>
        </w:rPr>
        <w:t xml:space="preserve"> mc</w:t>
      </w:r>
    </w:p>
    <w:p w:rsidR="005404F0" w:rsidRPr="00EE06A9" w:rsidRDefault="005404F0" w:rsidP="005404F0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EE06A9">
        <w:rPr>
          <w:sz w:val="24"/>
          <w:szCs w:val="24"/>
        </w:rPr>
        <w:t xml:space="preserve">Strat de </w:t>
      </w:r>
      <w:r w:rsidR="00EB628B" w:rsidRPr="00EE06A9">
        <w:rPr>
          <w:sz w:val="24"/>
          <w:szCs w:val="24"/>
        </w:rPr>
        <w:t>balast stabilizat cu ciment</w:t>
      </w:r>
      <w:r w:rsidRPr="00EE06A9">
        <w:rPr>
          <w:sz w:val="24"/>
          <w:szCs w:val="24"/>
        </w:rPr>
        <w:t>, 15</w:t>
      </w:r>
      <w:r w:rsidR="00EE06A9" w:rsidRPr="00EE06A9">
        <w:rPr>
          <w:sz w:val="24"/>
          <w:szCs w:val="24"/>
        </w:rPr>
        <w:t xml:space="preserve"> cm grosime</w:t>
      </w:r>
      <w:r w:rsidR="00EE06A9" w:rsidRPr="00EE06A9">
        <w:rPr>
          <w:sz w:val="24"/>
          <w:szCs w:val="24"/>
        </w:rPr>
        <w:tab/>
      </w:r>
      <w:r w:rsidR="00EE06A9" w:rsidRPr="00EE06A9">
        <w:rPr>
          <w:sz w:val="24"/>
          <w:szCs w:val="24"/>
        </w:rPr>
        <w:tab/>
      </w:r>
      <w:r w:rsidR="00EE06A9" w:rsidRPr="00EE06A9">
        <w:rPr>
          <w:sz w:val="24"/>
          <w:szCs w:val="24"/>
        </w:rPr>
        <w:tab/>
      </w:r>
      <w:r w:rsidR="00EE06A9" w:rsidRPr="00EE06A9">
        <w:rPr>
          <w:sz w:val="24"/>
          <w:szCs w:val="24"/>
        </w:rPr>
        <w:tab/>
      </w:r>
      <w:r w:rsidR="00EE06A9" w:rsidRPr="00EE06A9">
        <w:rPr>
          <w:sz w:val="24"/>
          <w:szCs w:val="24"/>
        </w:rPr>
        <w:tab/>
        <w:t xml:space="preserve">          </w:t>
      </w:r>
      <w:r w:rsidR="006975BC">
        <w:rPr>
          <w:sz w:val="24"/>
          <w:szCs w:val="24"/>
        </w:rPr>
        <w:t xml:space="preserve">     </w:t>
      </w:r>
      <w:r w:rsidR="00EE06A9" w:rsidRPr="00EE06A9">
        <w:rPr>
          <w:sz w:val="24"/>
          <w:szCs w:val="24"/>
        </w:rPr>
        <w:t>68</w:t>
      </w:r>
      <w:r w:rsidRPr="00EE06A9">
        <w:rPr>
          <w:sz w:val="24"/>
          <w:szCs w:val="24"/>
        </w:rPr>
        <w:t xml:space="preserve"> mc</w:t>
      </w:r>
    </w:p>
    <w:p w:rsidR="005404F0" w:rsidRPr="00EE06A9" w:rsidRDefault="00EE06A9" w:rsidP="005404F0">
      <w:pPr>
        <w:pStyle w:val="Listparagraf"/>
        <w:spacing w:line="360" w:lineRule="auto"/>
        <w:ind w:left="900" w:firstLine="540"/>
        <w:jc w:val="both"/>
        <w:rPr>
          <w:sz w:val="24"/>
          <w:szCs w:val="24"/>
        </w:rPr>
      </w:pPr>
      <w:r w:rsidRPr="00EE06A9">
        <w:rPr>
          <w:sz w:val="24"/>
          <w:szCs w:val="24"/>
        </w:rPr>
        <w:t>447</w:t>
      </w:r>
      <w:r w:rsidR="005404F0" w:rsidRPr="00EE06A9">
        <w:rPr>
          <w:sz w:val="24"/>
          <w:szCs w:val="24"/>
        </w:rPr>
        <w:t xml:space="preserve"> x 0.15 = </w:t>
      </w:r>
      <w:r w:rsidRPr="00EE06A9">
        <w:rPr>
          <w:sz w:val="24"/>
          <w:szCs w:val="24"/>
        </w:rPr>
        <w:t>67.05</w:t>
      </w:r>
      <w:r w:rsidR="005404F0" w:rsidRPr="00EE06A9">
        <w:rPr>
          <w:sz w:val="24"/>
          <w:szCs w:val="24"/>
        </w:rPr>
        <w:t xml:space="preserve"> mc</w:t>
      </w:r>
    </w:p>
    <w:p w:rsidR="005404F0" w:rsidRPr="00EE06A9" w:rsidRDefault="005625FF" w:rsidP="005404F0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EE06A9">
        <w:rPr>
          <w:sz w:val="24"/>
          <w:szCs w:val="24"/>
        </w:rPr>
        <w:t>Strat de nisip, 2 cm</w:t>
      </w:r>
      <w:r w:rsidR="005404F0" w:rsidRPr="00EE06A9">
        <w:rPr>
          <w:sz w:val="24"/>
          <w:szCs w:val="24"/>
        </w:rPr>
        <w:t xml:space="preserve"> </w:t>
      </w:r>
      <w:r w:rsidR="005404F0" w:rsidRPr="00EE06A9">
        <w:rPr>
          <w:sz w:val="24"/>
          <w:szCs w:val="24"/>
        </w:rPr>
        <w:tab/>
      </w:r>
      <w:r w:rsidR="005404F0" w:rsidRPr="00EE06A9">
        <w:rPr>
          <w:sz w:val="24"/>
          <w:szCs w:val="24"/>
        </w:rPr>
        <w:tab/>
      </w:r>
      <w:r w:rsidR="005404F0" w:rsidRPr="00EE06A9">
        <w:rPr>
          <w:sz w:val="24"/>
          <w:szCs w:val="24"/>
        </w:rPr>
        <w:tab/>
      </w:r>
      <w:r w:rsidR="005404F0" w:rsidRPr="00EE06A9">
        <w:rPr>
          <w:sz w:val="24"/>
          <w:szCs w:val="24"/>
        </w:rPr>
        <w:tab/>
      </w:r>
      <w:r w:rsidR="005404F0" w:rsidRPr="00EE06A9">
        <w:rPr>
          <w:sz w:val="24"/>
          <w:szCs w:val="24"/>
        </w:rPr>
        <w:tab/>
      </w:r>
      <w:r w:rsidR="005404F0" w:rsidRPr="00EE06A9">
        <w:rPr>
          <w:sz w:val="24"/>
          <w:szCs w:val="24"/>
        </w:rPr>
        <w:tab/>
      </w:r>
      <w:r w:rsidR="005404F0" w:rsidRPr="00EE06A9">
        <w:rPr>
          <w:sz w:val="24"/>
          <w:szCs w:val="24"/>
        </w:rPr>
        <w:tab/>
      </w:r>
      <w:r w:rsidR="005404F0" w:rsidRPr="00EE06A9">
        <w:rPr>
          <w:sz w:val="24"/>
          <w:szCs w:val="24"/>
        </w:rPr>
        <w:tab/>
        <w:t xml:space="preserve">        </w:t>
      </w:r>
      <w:r w:rsidRPr="00EE06A9">
        <w:rPr>
          <w:sz w:val="24"/>
          <w:szCs w:val="24"/>
        </w:rPr>
        <w:tab/>
        <w:t xml:space="preserve">            </w:t>
      </w:r>
      <w:r w:rsidR="006975BC">
        <w:rPr>
          <w:sz w:val="24"/>
          <w:szCs w:val="24"/>
        </w:rPr>
        <w:t xml:space="preserve">     </w:t>
      </w:r>
      <w:r w:rsidR="00EE06A9" w:rsidRPr="00EE06A9">
        <w:rPr>
          <w:sz w:val="24"/>
          <w:szCs w:val="24"/>
        </w:rPr>
        <w:t xml:space="preserve">9 </w:t>
      </w:r>
      <w:r w:rsidRPr="00EE06A9">
        <w:rPr>
          <w:sz w:val="24"/>
          <w:szCs w:val="24"/>
        </w:rPr>
        <w:t>mc</w:t>
      </w:r>
    </w:p>
    <w:p w:rsidR="005625FF" w:rsidRPr="00EE06A9" w:rsidRDefault="00EE06A9" w:rsidP="005625FF">
      <w:pPr>
        <w:pStyle w:val="Listparagraf"/>
        <w:spacing w:line="360" w:lineRule="auto"/>
        <w:ind w:left="1440"/>
        <w:jc w:val="both"/>
        <w:rPr>
          <w:sz w:val="24"/>
          <w:szCs w:val="24"/>
        </w:rPr>
      </w:pPr>
      <w:r w:rsidRPr="00EE06A9">
        <w:rPr>
          <w:sz w:val="24"/>
          <w:szCs w:val="24"/>
        </w:rPr>
        <w:t>447</w:t>
      </w:r>
      <w:r w:rsidR="005625FF" w:rsidRPr="00EE06A9">
        <w:rPr>
          <w:sz w:val="24"/>
          <w:szCs w:val="24"/>
        </w:rPr>
        <w:t xml:space="preserve"> x 0.02 = </w:t>
      </w:r>
      <w:r w:rsidRPr="00EE06A9">
        <w:rPr>
          <w:sz w:val="24"/>
          <w:szCs w:val="24"/>
        </w:rPr>
        <w:t>8.94</w:t>
      </w:r>
      <w:r w:rsidR="005625FF" w:rsidRPr="00EE06A9">
        <w:rPr>
          <w:sz w:val="24"/>
          <w:szCs w:val="24"/>
        </w:rPr>
        <w:t xml:space="preserve"> mc</w:t>
      </w:r>
    </w:p>
    <w:p w:rsidR="00BF1C20" w:rsidRPr="00EE06A9" w:rsidRDefault="00BF1C20" w:rsidP="00BF1C20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EE06A9">
        <w:rPr>
          <w:sz w:val="24"/>
          <w:szCs w:val="24"/>
        </w:rPr>
        <w:t>Strat de beton de ciment BcR 3.5, 22 cm</w:t>
      </w:r>
      <w:r w:rsidR="00F00F0A" w:rsidRPr="00EE06A9">
        <w:rPr>
          <w:sz w:val="24"/>
          <w:szCs w:val="24"/>
        </w:rPr>
        <w:t xml:space="preserve"> grosime</w:t>
      </w:r>
      <w:r w:rsidRPr="00EE06A9">
        <w:rPr>
          <w:sz w:val="24"/>
          <w:szCs w:val="24"/>
        </w:rPr>
        <w:tab/>
      </w:r>
      <w:r w:rsidRPr="00EE06A9">
        <w:rPr>
          <w:sz w:val="24"/>
          <w:szCs w:val="24"/>
        </w:rPr>
        <w:tab/>
      </w:r>
      <w:r w:rsidRPr="00EE06A9">
        <w:rPr>
          <w:sz w:val="24"/>
          <w:szCs w:val="24"/>
        </w:rPr>
        <w:tab/>
      </w:r>
      <w:r w:rsidRPr="00EE06A9">
        <w:rPr>
          <w:sz w:val="24"/>
          <w:szCs w:val="24"/>
        </w:rPr>
        <w:tab/>
      </w:r>
      <w:r w:rsidRPr="00EE06A9">
        <w:rPr>
          <w:sz w:val="24"/>
          <w:szCs w:val="24"/>
        </w:rPr>
        <w:tab/>
        <w:t xml:space="preserve">         </w:t>
      </w:r>
      <w:r w:rsidR="006975BC">
        <w:rPr>
          <w:sz w:val="24"/>
          <w:szCs w:val="24"/>
        </w:rPr>
        <w:t xml:space="preserve">      </w:t>
      </w:r>
      <w:r w:rsidR="00EE06A9" w:rsidRPr="00EE06A9">
        <w:rPr>
          <w:sz w:val="24"/>
          <w:szCs w:val="24"/>
        </w:rPr>
        <w:t>99</w:t>
      </w:r>
      <w:r w:rsidRPr="00EE06A9">
        <w:rPr>
          <w:sz w:val="24"/>
          <w:szCs w:val="24"/>
        </w:rPr>
        <w:t xml:space="preserve"> mc</w:t>
      </w:r>
    </w:p>
    <w:p w:rsidR="00700C0C" w:rsidRPr="00EE06A9" w:rsidRDefault="00EE06A9" w:rsidP="0007700C">
      <w:pPr>
        <w:pStyle w:val="Listparagraf"/>
        <w:spacing w:line="360" w:lineRule="auto"/>
        <w:ind w:left="1440"/>
        <w:jc w:val="both"/>
        <w:rPr>
          <w:sz w:val="24"/>
          <w:szCs w:val="24"/>
        </w:rPr>
      </w:pPr>
      <w:r w:rsidRPr="00EE06A9">
        <w:rPr>
          <w:sz w:val="24"/>
          <w:szCs w:val="24"/>
        </w:rPr>
        <w:t>447</w:t>
      </w:r>
      <w:r w:rsidR="00BF1C20" w:rsidRPr="00EE06A9">
        <w:rPr>
          <w:sz w:val="24"/>
          <w:szCs w:val="24"/>
        </w:rPr>
        <w:t xml:space="preserve"> x 0.22 = </w:t>
      </w:r>
      <w:r w:rsidRPr="00EE06A9">
        <w:rPr>
          <w:sz w:val="24"/>
          <w:szCs w:val="24"/>
        </w:rPr>
        <w:t>98.34</w:t>
      </w:r>
      <w:r w:rsidR="00BF1C20" w:rsidRPr="00EE06A9">
        <w:rPr>
          <w:sz w:val="24"/>
          <w:szCs w:val="24"/>
        </w:rPr>
        <w:t xml:space="preserve"> mc</w:t>
      </w:r>
    </w:p>
    <w:p w:rsidR="00BF1F49" w:rsidRPr="00314681" w:rsidRDefault="00BF1F49" w:rsidP="00C147A5">
      <w:pPr>
        <w:spacing w:line="360" w:lineRule="auto"/>
        <w:jc w:val="center"/>
        <w:rPr>
          <w:sz w:val="32"/>
          <w:szCs w:val="32"/>
        </w:rPr>
      </w:pPr>
      <w:r w:rsidRPr="00314681">
        <w:rPr>
          <w:sz w:val="24"/>
          <w:szCs w:val="24"/>
        </w:rPr>
        <w:tab/>
      </w:r>
      <w:r w:rsidRPr="00314681">
        <w:rPr>
          <w:sz w:val="32"/>
          <w:szCs w:val="32"/>
        </w:rPr>
        <w:t>Lucrari la borduri</w:t>
      </w:r>
    </w:p>
    <w:p w:rsidR="00E71621" w:rsidRPr="00314681" w:rsidRDefault="00E71621" w:rsidP="00C147A5">
      <w:pPr>
        <w:spacing w:line="360" w:lineRule="auto"/>
        <w:jc w:val="center"/>
        <w:rPr>
          <w:sz w:val="32"/>
          <w:szCs w:val="32"/>
        </w:rPr>
      </w:pPr>
    </w:p>
    <w:p w:rsidR="00BF1F49" w:rsidRPr="00314681" w:rsidRDefault="00E54142" w:rsidP="00C147A5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314681">
        <w:rPr>
          <w:sz w:val="24"/>
          <w:szCs w:val="24"/>
        </w:rPr>
        <w:t>Demontare borduri existente</w:t>
      </w:r>
      <w:r w:rsidR="00CD114A" w:rsidRPr="00314681">
        <w:rPr>
          <w:sz w:val="24"/>
          <w:szCs w:val="24"/>
        </w:rPr>
        <w:t xml:space="preserve"> mari</w:t>
      </w:r>
      <w:r w:rsidR="00BF1F49" w:rsidRPr="00314681">
        <w:rPr>
          <w:sz w:val="24"/>
          <w:szCs w:val="24"/>
        </w:rPr>
        <w:tab/>
      </w:r>
      <w:r w:rsidR="00BF1F49" w:rsidRPr="00314681">
        <w:rPr>
          <w:sz w:val="24"/>
          <w:szCs w:val="24"/>
        </w:rPr>
        <w:tab/>
      </w:r>
      <w:r w:rsidR="00BF1F49" w:rsidRPr="00314681">
        <w:rPr>
          <w:sz w:val="24"/>
          <w:szCs w:val="24"/>
        </w:rPr>
        <w:tab/>
      </w:r>
      <w:r w:rsidR="00BF1F49" w:rsidRPr="00314681">
        <w:rPr>
          <w:sz w:val="24"/>
          <w:szCs w:val="24"/>
        </w:rPr>
        <w:tab/>
      </w:r>
      <w:r w:rsidR="00BF1F49" w:rsidRPr="00314681">
        <w:rPr>
          <w:sz w:val="24"/>
          <w:szCs w:val="24"/>
        </w:rPr>
        <w:tab/>
      </w:r>
      <w:r w:rsidR="00BF1F49" w:rsidRPr="00314681">
        <w:rPr>
          <w:sz w:val="24"/>
          <w:szCs w:val="24"/>
        </w:rPr>
        <w:tab/>
      </w:r>
      <w:r w:rsidR="00BF1F49" w:rsidRPr="00314681">
        <w:rPr>
          <w:sz w:val="24"/>
          <w:szCs w:val="24"/>
        </w:rPr>
        <w:tab/>
      </w:r>
      <w:r w:rsidR="003368B7">
        <w:rPr>
          <w:sz w:val="24"/>
          <w:szCs w:val="24"/>
        </w:rPr>
        <w:tab/>
      </w:r>
      <w:r w:rsidR="00314681" w:rsidRPr="00314681">
        <w:rPr>
          <w:sz w:val="24"/>
          <w:szCs w:val="24"/>
        </w:rPr>
        <w:t>461</w:t>
      </w:r>
      <w:r w:rsidR="00BF1F49" w:rsidRPr="00314681">
        <w:rPr>
          <w:sz w:val="24"/>
          <w:szCs w:val="24"/>
        </w:rPr>
        <w:t xml:space="preserve"> ml</w:t>
      </w:r>
    </w:p>
    <w:p w:rsidR="00CD114A" w:rsidRPr="00314681" w:rsidRDefault="00CD114A" w:rsidP="00CD114A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314681">
        <w:rPr>
          <w:sz w:val="24"/>
          <w:szCs w:val="24"/>
        </w:rPr>
        <w:t xml:space="preserve">Demontare </w:t>
      </w:r>
      <w:r w:rsidR="00314681" w:rsidRPr="00314681">
        <w:rPr>
          <w:sz w:val="24"/>
          <w:szCs w:val="24"/>
        </w:rPr>
        <w:t>borduri existente mici</w:t>
      </w:r>
      <w:r w:rsidR="00314681" w:rsidRPr="00314681">
        <w:rPr>
          <w:sz w:val="24"/>
          <w:szCs w:val="24"/>
        </w:rPr>
        <w:tab/>
      </w:r>
      <w:r w:rsidR="00314681" w:rsidRPr="00314681">
        <w:rPr>
          <w:sz w:val="24"/>
          <w:szCs w:val="24"/>
        </w:rPr>
        <w:tab/>
      </w:r>
      <w:r w:rsidR="00314681" w:rsidRPr="00314681">
        <w:rPr>
          <w:sz w:val="24"/>
          <w:szCs w:val="24"/>
        </w:rPr>
        <w:tab/>
      </w:r>
      <w:r w:rsidR="00314681" w:rsidRPr="00314681">
        <w:rPr>
          <w:sz w:val="24"/>
          <w:szCs w:val="24"/>
        </w:rPr>
        <w:tab/>
      </w:r>
      <w:r w:rsidR="00314681" w:rsidRPr="00314681">
        <w:rPr>
          <w:sz w:val="24"/>
          <w:szCs w:val="24"/>
        </w:rPr>
        <w:tab/>
      </w:r>
      <w:r w:rsidR="00314681" w:rsidRPr="00314681">
        <w:rPr>
          <w:sz w:val="24"/>
          <w:szCs w:val="24"/>
        </w:rPr>
        <w:tab/>
      </w:r>
      <w:r w:rsidR="00314681" w:rsidRPr="00314681">
        <w:rPr>
          <w:sz w:val="24"/>
          <w:szCs w:val="24"/>
        </w:rPr>
        <w:tab/>
      </w:r>
      <w:r w:rsidR="003368B7">
        <w:rPr>
          <w:sz w:val="24"/>
          <w:szCs w:val="24"/>
        </w:rPr>
        <w:tab/>
      </w:r>
      <w:r w:rsidR="00314681" w:rsidRPr="00314681">
        <w:rPr>
          <w:sz w:val="24"/>
          <w:szCs w:val="24"/>
        </w:rPr>
        <w:t>338</w:t>
      </w:r>
      <w:r w:rsidRPr="00314681">
        <w:rPr>
          <w:sz w:val="24"/>
          <w:szCs w:val="24"/>
        </w:rPr>
        <w:t xml:space="preserve"> ml</w:t>
      </w:r>
    </w:p>
    <w:p w:rsidR="00BF1F49" w:rsidRPr="00314681" w:rsidRDefault="00E54142" w:rsidP="00C147A5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314681">
        <w:rPr>
          <w:sz w:val="24"/>
          <w:szCs w:val="24"/>
        </w:rPr>
        <w:t>Pozare borduri mari</w:t>
      </w:r>
      <w:r w:rsidR="00BF1F49" w:rsidRPr="00314681">
        <w:rPr>
          <w:sz w:val="24"/>
          <w:szCs w:val="24"/>
        </w:rPr>
        <w:t xml:space="preserve"> noi</w:t>
      </w:r>
      <w:r w:rsidR="00BF1F49" w:rsidRPr="00314681">
        <w:rPr>
          <w:sz w:val="24"/>
          <w:szCs w:val="24"/>
        </w:rPr>
        <w:tab/>
      </w:r>
      <w:r w:rsidR="00BF1F49" w:rsidRPr="00314681">
        <w:rPr>
          <w:sz w:val="24"/>
          <w:szCs w:val="24"/>
        </w:rPr>
        <w:tab/>
      </w:r>
      <w:r w:rsidR="00BF1F49" w:rsidRPr="00314681">
        <w:rPr>
          <w:sz w:val="24"/>
          <w:szCs w:val="24"/>
        </w:rPr>
        <w:tab/>
      </w:r>
      <w:r w:rsidR="00BF1F49" w:rsidRPr="00314681">
        <w:rPr>
          <w:sz w:val="24"/>
          <w:szCs w:val="24"/>
        </w:rPr>
        <w:tab/>
      </w:r>
      <w:r w:rsidR="00BF1F49" w:rsidRPr="00314681">
        <w:rPr>
          <w:sz w:val="24"/>
          <w:szCs w:val="24"/>
        </w:rPr>
        <w:tab/>
      </w:r>
      <w:r w:rsidR="00BF1F49" w:rsidRPr="00314681">
        <w:rPr>
          <w:sz w:val="24"/>
          <w:szCs w:val="24"/>
        </w:rPr>
        <w:tab/>
      </w:r>
      <w:r w:rsidR="00BF1F49" w:rsidRPr="00314681">
        <w:rPr>
          <w:sz w:val="24"/>
          <w:szCs w:val="24"/>
        </w:rPr>
        <w:tab/>
      </w:r>
      <w:r w:rsidR="00C147A5" w:rsidRPr="00314681">
        <w:rPr>
          <w:sz w:val="24"/>
          <w:szCs w:val="24"/>
        </w:rPr>
        <w:tab/>
      </w:r>
      <w:r w:rsidR="003368B7">
        <w:rPr>
          <w:sz w:val="24"/>
          <w:szCs w:val="24"/>
        </w:rPr>
        <w:tab/>
      </w:r>
      <w:r w:rsidR="00314681" w:rsidRPr="00314681">
        <w:rPr>
          <w:sz w:val="24"/>
          <w:szCs w:val="24"/>
        </w:rPr>
        <w:t>461</w:t>
      </w:r>
      <w:r w:rsidR="00BF1F49" w:rsidRPr="00314681">
        <w:rPr>
          <w:sz w:val="24"/>
          <w:szCs w:val="24"/>
        </w:rPr>
        <w:t xml:space="preserve"> ml</w:t>
      </w:r>
    </w:p>
    <w:p w:rsidR="00E54142" w:rsidRPr="00314681" w:rsidRDefault="00E54142" w:rsidP="00820CE8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314681">
        <w:rPr>
          <w:sz w:val="24"/>
          <w:szCs w:val="24"/>
        </w:rPr>
        <w:t>Pozare borduri mici noi</w:t>
      </w:r>
      <w:r w:rsidRPr="00314681">
        <w:rPr>
          <w:sz w:val="24"/>
          <w:szCs w:val="24"/>
        </w:rPr>
        <w:tab/>
      </w:r>
      <w:r w:rsidRPr="00314681">
        <w:rPr>
          <w:sz w:val="24"/>
          <w:szCs w:val="24"/>
        </w:rPr>
        <w:tab/>
      </w:r>
      <w:r w:rsidRPr="00314681">
        <w:rPr>
          <w:sz w:val="24"/>
          <w:szCs w:val="24"/>
        </w:rPr>
        <w:tab/>
      </w:r>
      <w:r w:rsidRPr="00314681">
        <w:rPr>
          <w:sz w:val="24"/>
          <w:szCs w:val="24"/>
        </w:rPr>
        <w:tab/>
      </w:r>
      <w:r w:rsidRPr="00314681">
        <w:rPr>
          <w:sz w:val="24"/>
          <w:szCs w:val="24"/>
        </w:rPr>
        <w:tab/>
      </w:r>
      <w:r w:rsidRPr="00314681">
        <w:rPr>
          <w:sz w:val="24"/>
          <w:szCs w:val="24"/>
        </w:rPr>
        <w:tab/>
      </w:r>
      <w:r w:rsidRPr="00314681">
        <w:rPr>
          <w:sz w:val="24"/>
          <w:szCs w:val="24"/>
        </w:rPr>
        <w:tab/>
      </w:r>
      <w:r w:rsidRPr="00314681">
        <w:rPr>
          <w:sz w:val="24"/>
          <w:szCs w:val="24"/>
        </w:rPr>
        <w:tab/>
      </w:r>
      <w:r w:rsidR="003368B7">
        <w:rPr>
          <w:sz w:val="24"/>
          <w:szCs w:val="24"/>
        </w:rPr>
        <w:tab/>
      </w:r>
      <w:r w:rsidR="00314681" w:rsidRPr="00314681">
        <w:rPr>
          <w:sz w:val="24"/>
          <w:szCs w:val="24"/>
        </w:rPr>
        <w:t>338</w:t>
      </w:r>
      <w:r w:rsidRPr="00314681">
        <w:rPr>
          <w:sz w:val="24"/>
          <w:szCs w:val="24"/>
        </w:rPr>
        <w:t xml:space="preserve"> ml</w:t>
      </w:r>
    </w:p>
    <w:p w:rsidR="00966FB3" w:rsidRPr="00314681" w:rsidRDefault="00966FB3" w:rsidP="00966FB3">
      <w:pPr>
        <w:spacing w:line="360" w:lineRule="auto"/>
        <w:jc w:val="both"/>
        <w:rPr>
          <w:sz w:val="24"/>
          <w:szCs w:val="24"/>
        </w:rPr>
      </w:pPr>
    </w:p>
    <w:p w:rsidR="00112873" w:rsidRPr="00314681" w:rsidRDefault="00112873" w:rsidP="00112873">
      <w:pPr>
        <w:spacing w:line="360" w:lineRule="auto"/>
        <w:jc w:val="center"/>
        <w:rPr>
          <w:sz w:val="32"/>
          <w:szCs w:val="32"/>
        </w:rPr>
      </w:pPr>
      <w:r w:rsidRPr="00314681">
        <w:rPr>
          <w:sz w:val="32"/>
          <w:szCs w:val="32"/>
        </w:rPr>
        <w:t xml:space="preserve">Lucrari la partea carosabila </w:t>
      </w:r>
      <w:r w:rsidR="007E4AA2" w:rsidRPr="00314681">
        <w:rPr>
          <w:sz w:val="32"/>
          <w:szCs w:val="32"/>
        </w:rPr>
        <w:t>strazi</w:t>
      </w:r>
      <w:r w:rsidRPr="00314681">
        <w:rPr>
          <w:sz w:val="32"/>
          <w:szCs w:val="32"/>
        </w:rPr>
        <w:t xml:space="preserve"> laterale din asfalt</w:t>
      </w:r>
    </w:p>
    <w:p w:rsidR="00112873" w:rsidRPr="00314681" w:rsidRDefault="00112873" w:rsidP="00112873">
      <w:pPr>
        <w:spacing w:line="360" w:lineRule="auto"/>
        <w:jc w:val="center"/>
        <w:rPr>
          <w:sz w:val="24"/>
          <w:szCs w:val="24"/>
        </w:rPr>
      </w:pPr>
    </w:p>
    <w:p w:rsidR="00112873" w:rsidRPr="00314681" w:rsidRDefault="00112873" w:rsidP="0011287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314681">
        <w:rPr>
          <w:sz w:val="24"/>
          <w:szCs w:val="24"/>
        </w:rPr>
        <w:t>Frezare strat asfaltic de 10 cm grosime</w:t>
      </w:r>
      <w:r w:rsidRPr="00314681">
        <w:rPr>
          <w:sz w:val="24"/>
          <w:szCs w:val="24"/>
        </w:rPr>
        <w:tab/>
      </w:r>
      <w:r w:rsidRPr="00314681">
        <w:rPr>
          <w:sz w:val="24"/>
          <w:szCs w:val="24"/>
        </w:rPr>
        <w:tab/>
      </w:r>
      <w:r w:rsidRPr="00314681">
        <w:rPr>
          <w:sz w:val="24"/>
          <w:szCs w:val="24"/>
        </w:rPr>
        <w:tab/>
      </w:r>
      <w:r w:rsidRPr="00314681">
        <w:rPr>
          <w:sz w:val="24"/>
          <w:szCs w:val="24"/>
        </w:rPr>
        <w:tab/>
      </w:r>
      <w:r w:rsidRPr="00314681">
        <w:rPr>
          <w:sz w:val="24"/>
          <w:szCs w:val="24"/>
        </w:rPr>
        <w:tab/>
      </w:r>
      <w:r w:rsidRPr="00314681">
        <w:rPr>
          <w:sz w:val="24"/>
          <w:szCs w:val="24"/>
        </w:rPr>
        <w:tab/>
      </w:r>
      <w:r w:rsidR="003368B7">
        <w:rPr>
          <w:sz w:val="24"/>
          <w:szCs w:val="24"/>
        </w:rPr>
        <w:tab/>
      </w:r>
      <w:r w:rsidR="00314681" w:rsidRPr="00314681">
        <w:rPr>
          <w:sz w:val="24"/>
          <w:szCs w:val="24"/>
        </w:rPr>
        <w:t>116</w:t>
      </w:r>
      <w:r w:rsidRPr="00314681">
        <w:rPr>
          <w:sz w:val="24"/>
          <w:szCs w:val="24"/>
        </w:rPr>
        <w:t xml:space="preserve"> mp</w:t>
      </w:r>
    </w:p>
    <w:p w:rsidR="00112873" w:rsidRPr="00314681" w:rsidRDefault="00112873" w:rsidP="0011287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314681">
        <w:rPr>
          <w:sz w:val="24"/>
          <w:szCs w:val="24"/>
        </w:rPr>
        <w:t xml:space="preserve">Curatare – amorsare </w:t>
      </w:r>
      <w:r w:rsidRPr="00314681">
        <w:rPr>
          <w:sz w:val="24"/>
          <w:szCs w:val="24"/>
        </w:rPr>
        <w:tab/>
      </w:r>
      <w:r w:rsidRPr="00314681">
        <w:rPr>
          <w:sz w:val="24"/>
          <w:szCs w:val="24"/>
        </w:rPr>
        <w:tab/>
      </w:r>
      <w:r w:rsidRPr="00314681">
        <w:rPr>
          <w:sz w:val="24"/>
          <w:szCs w:val="24"/>
        </w:rPr>
        <w:tab/>
      </w:r>
      <w:r w:rsidRPr="00314681">
        <w:rPr>
          <w:sz w:val="24"/>
          <w:szCs w:val="24"/>
        </w:rPr>
        <w:tab/>
      </w:r>
      <w:r w:rsidRPr="00314681">
        <w:rPr>
          <w:sz w:val="24"/>
          <w:szCs w:val="24"/>
        </w:rPr>
        <w:tab/>
      </w:r>
      <w:r w:rsidRPr="00314681">
        <w:rPr>
          <w:sz w:val="24"/>
          <w:szCs w:val="24"/>
        </w:rPr>
        <w:tab/>
      </w:r>
      <w:r w:rsidRPr="00314681">
        <w:rPr>
          <w:sz w:val="24"/>
          <w:szCs w:val="24"/>
        </w:rPr>
        <w:tab/>
      </w:r>
      <w:r w:rsidRPr="00314681">
        <w:rPr>
          <w:sz w:val="24"/>
          <w:szCs w:val="24"/>
        </w:rPr>
        <w:tab/>
      </w:r>
      <w:r w:rsidR="003368B7">
        <w:rPr>
          <w:sz w:val="24"/>
          <w:szCs w:val="24"/>
        </w:rPr>
        <w:tab/>
      </w:r>
      <w:r w:rsidR="00314681" w:rsidRPr="00314681">
        <w:rPr>
          <w:sz w:val="24"/>
          <w:szCs w:val="24"/>
        </w:rPr>
        <w:t>116</w:t>
      </w:r>
      <w:r w:rsidRPr="00314681">
        <w:rPr>
          <w:sz w:val="24"/>
          <w:szCs w:val="24"/>
        </w:rPr>
        <w:t xml:space="preserve"> mp</w:t>
      </w:r>
    </w:p>
    <w:p w:rsidR="00112873" w:rsidRPr="00314681" w:rsidRDefault="00642E4B" w:rsidP="0011287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314681">
        <w:rPr>
          <w:sz w:val="24"/>
          <w:szCs w:val="24"/>
        </w:rPr>
        <w:t>Asternere binder BAD 25, 5</w:t>
      </w:r>
      <w:r w:rsidR="00112873" w:rsidRPr="00314681">
        <w:rPr>
          <w:sz w:val="24"/>
          <w:szCs w:val="24"/>
        </w:rPr>
        <w:t xml:space="preserve"> cm grosime </w:t>
      </w:r>
      <w:r w:rsidR="00112873" w:rsidRPr="00314681">
        <w:rPr>
          <w:sz w:val="24"/>
          <w:szCs w:val="24"/>
        </w:rPr>
        <w:tab/>
      </w:r>
      <w:r w:rsidR="00112873" w:rsidRPr="00314681">
        <w:rPr>
          <w:sz w:val="24"/>
          <w:szCs w:val="24"/>
        </w:rPr>
        <w:tab/>
      </w:r>
      <w:r w:rsidR="00112873" w:rsidRPr="00314681">
        <w:rPr>
          <w:sz w:val="24"/>
          <w:szCs w:val="24"/>
        </w:rPr>
        <w:tab/>
      </w:r>
      <w:r w:rsidR="00112873" w:rsidRPr="00314681">
        <w:rPr>
          <w:sz w:val="24"/>
          <w:szCs w:val="24"/>
        </w:rPr>
        <w:tab/>
      </w:r>
      <w:r w:rsidR="00112873" w:rsidRPr="00314681">
        <w:rPr>
          <w:sz w:val="24"/>
          <w:szCs w:val="24"/>
        </w:rPr>
        <w:tab/>
      </w:r>
      <w:r w:rsidR="00112873" w:rsidRPr="00314681">
        <w:rPr>
          <w:sz w:val="24"/>
          <w:szCs w:val="24"/>
        </w:rPr>
        <w:tab/>
      </w:r>
      <w:r w:rsidR="00314681" w:rsidRPr="00314681">
        <w:rPr>
          <w:sz w:val="24"/>
          <w:szCs w:val="24"/>
        </w:rPr>
        <w:t xml:space="preserve">   </w:t>
      </w:r>
      <w:r w:rsidR="003368B7">
        <w:rPr>
          <w:sz w:val="24"/>
          <w:szCs w:val="24"/>
        </w:rPr>
        <w:tab/>
      </w:r>
      <w:r w:rsidR="00314681" w:rsidRPr="00314681">
        <w:rPr>
          <w:sz w:val="24"/>
          <w:szCs w:val="24"/>
        </w:rPr>
        <w:t xml:space="preserve">14 </w:t>
      </w:r>
      <w:r w:rsidR="00112873" w:rsidRPr="00314681">
        <w:rPr>
          <w:sz w:val="24"/>
          <w:szCs w:val="24"/>
        </w:rPr>
        <w:t>t</w:t>
      </w:r>
    </w:p>
    <w:p w:rsidR="00112873" w:rsidRPr="00314681" w:rsidRDefault="00314681" w:rsidP="00477811">
      <w:pPr>
        <w:pStyle w:val="Listparagraf"/>
        <w:spacing w:line="360" w:lineRule="auto"/>
        <w:ind w:left="900" w:firstLine="540"/>
        <w:jc w:val="both"/>
        <w:rPr>
          <w:sz w:val="24"/>
          <w:szCs w:val="24"/>
        </w:rPr>
      </w:pPr>
      <w:r w:rsidRPr="00314681">
        <w:rPr>
          <w:sz w:val="24"/>
          <w:szCs w:val="24"/>
        </w:rPr>
        <w:t>116</w:t>
      </w:r>
      <w:r w:rsidR="00477811" w:rsidRPr="00314681">
        <w:rPr>
          <w:sz w:val="24"/>
          <w:szCs w:val="24"/>
        </w:rPr>
        <w:t xml:space="preserve"> x 0.05</w:t>
      </w:r>
      <w:r w:rsidR="00112873" w:rsidRPr="00314681">
        <w:rPr>
          <w:sz w:val="24"/>
          <w:szCs w:val="24"/>
        </w:rPr>
        <w:t xml:space="preserve">  x 2.4 = </w:t>
      </w:r>
      <w:r w:rsidRPr="00314681">
        <w:rPr>
          <w:sz w:val="24"/>
          <w:szCs w:val="24"/>
        </w:rPr>
        <w:t>13.92</w:t>
      </w:r>
      <w:r w:rsidR="00112873" w:rsidRPr="00314681">
        <w:rPr>
          <w:sz w:val="24"/>
          <w:szCs w:val="24"/>
        </w:rPr>
        <w:t xml:space="preserve"> t</w:t>
      </w:r>
    </w:p>
    <w:p w:rsidR="00112873" w:rsidRPr="00314681" w:rsidRDefault="00112873" w:rsidP="0011287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314681">
        <w:rPr>
          <w:sz w:val="24"/>
          <w:szCs w:val="24"/>
        </w:rPr>
        <w:t>Curatare – amorsare</w:t>
      </w:r>
      <w:r w:rsidRPr="00314681">
        <w:rPr>
          <w:sz w:val="24"/>
          <w:szCs w:val="24"/>
        </w:rPr>
        <w:tab/>
      </w:r>
      <w:r w:rsidRPr="00314681">
        <w:rPr>
          <w:sz w:val="24"/>
          <w:szCs w:val="24"/>
        </w:rPr>
        <w:tab/>
      </w:r>
      <w:r w:rsidRPr="00314681">
        <w:rPr>
          <w:sz w:val="24"/>
          <w:szCs w:val="24"/>
        </w:rPr>
        <w:tab/>
      </w:r>
      <w:r w:rsidRPr="00314681">
        <w:rPr>
          <w:sz w:val="24"/>
          <w:szCs w:val="24"/>
        </w:rPr>
        <w:tab/>
      </w:r>
      <w:r w:rsidRPr="00314681">
        <w:rPr>
          <w:sz w:val="24"/>
          <w:szCs w:val="24"/>
        </w:rPr>
        <w:tab/>
      </w:r>
      <w:r w:rsidRPr="00314681">
        <w:rPr>
          <w:sz w:val="24"/>
          <w:szCs w:val="24"/>
        </w:rPr>
        <w:tab/>
      </w:r>
      <w:r w:rsidRPr="00314681">
        <w:rPr>
          <w:sz w:val="24"/>
          <w:szCs w:val="24"/>
        </w:rPr>
        <w:tab/>
      </w:r>
      <w:r w:rsidRPr="00314681">
        <w:rPr>
          <w:sz w:val="24"/>
          <w:szCs w:val="24"/>
        </w:rPr>
        <w:tab/>
      </w:r>
      <w:r w:rsidRPr="00314681">
        <w:rPr>
          <w:sz w:val="24"/>
          <w:szCs w:val="24"/>
        </w:rPr>
        <w:tab/>
      </w:r>
      <w:r w:rsidR="003368B7">
        <w:rPr>
          <w:sz w:val="24"/>
          <w:szCs w:val="24"/>
        </w:rPr>
        <w:tab/>
      </w:r>
      <w:r w:rsidR="00314681" w:rsidRPr="00314681">
        <w:rPr>
          <w:sz w:val="24"/>
          <w:szCs w:val="24"/>
        </w:rPr>
        <w:t xml:space="preserve">116 </w:t>
      </w:r>
      <w:r w:rsidRPr="00314681">
        <w:rPr>
          <w:sz w:val="24"/>
          <w:szCs w:val="24"/>
        </w:rPr>
        <w:t>mp</w:t>
      </w:r>
    </w:p>
    <w:p w:rsidR="00112873" w:rsidRPr="00314681" w:rsidRDefault="00112873" w:rsidP="0011287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314681">
        <w:rPr>
          <w:sz w:val="24"/>
          <w:szCs w:val="24"/>
        </w:rPr>
        <w:t>Strat de uzura BA16, h=4 cm grosime</w:t>
      </w:r>
      <w:r w:rsidRPr="00314681">
        <w:rPr>
          <w:sz w:val="24"/>
          <w:szCs w:val="24"/>
        </w:rPr>
        <w:tab/>
      </w:r>
      <w:r w:rsidRPr="00314681">
        <w:rPr>
          <w:sz w:val="24"/>
          <w:szCs w:val="24"/>
        </w:rPr>
        <w:tab/>
      </w:r>
      <w:r w:rsidRPr="00314681">
        <w:rPr>
          <w:sz w:val="24"/>
          <w:szCs w:val="24"/>
        </w:rPr>
        <w:tab/>
      </w:r>
      <w:r w:rsidRPr="00314681">
        <w:rPr>
          <w:sz w:val="24"/>
          <w:szCs w:val="24"/>
        </w:rPr>
        <w:tab/>
      </w:r>
      <w:r w:rsidRPr="00314681">
        <w:rPr>
          <w:sz w:val="24"/>
          <w:szCs w:val="24"/>
        </w:rPr>
        <w:tab/>
      </w:r>
      <w:r w:rsidRPr="00314681">
        <w:rPr>
          <w:sz w:val="24"/>
          <w:szCs w:val="24"/>
        </w:rPr>
        <w:tab/>
      </w:r>
      <w:r w:rsidR="003368B7">
        <w:rPr>
          <w:sz w:val="24"/>
          <w:szCs w:val="24"/>
        </w:rPr>
        <w:tab/>
      </w:r>
      <w:r w:rsidR="00314681" w:rsidRPr="00314681">
        <w:rPr>
          <w:sz w:val="24"/>
          <w:szCs w:val="24"/>
        </w:rPr>
        <w:t>116</w:t>
      </w:r>
      <w:r w:rsidRPr="00314681">
        <w:rPr>
          <w:sz w:val="24"/>
          <w:szCs w:val="24"/>
        </w:rPr>
        <w:t xml:space="preserve"> mp</w:t>
      </w:r>
    </w:p>
    <w:p w:rsidR="00700C0C" w:rsidRPr="007531D8" w:rsidRDefault="00700C0C" w:rsidP="005668D5">
      <w:pPr>
        <w:spacing w:line="360" w:lineRule="auto"/>
        <w:jc w:val="both"/>
        <w:rPr>
          <w:color w:val="FF0000"/>
          <w:sz w:val="24"/>
          <w:szCs w:val="24"/>
        </w:rPr>
      </w:pPr>
    </w:p>
    <w:p w:rsidR="00E54142" w:rsidRPr="007531D8" w:rsidRDefault="00E54142" w:rsidP="00E54142">
      <w:pPr>
        <w:spacing w:line="360" w:lineRule="auto"/>
        <w:jc w:val="both"/>
        <w:rPr>
          <w:color w:val="FF0000"/>
          <w:sz w:val="24"/>
          <w:szCs w:val="24"/>
        </w:rPr>
      </w:pPr>
    </w:p>
    <w:p w:rsidR="00BF1F49" w:rsidRPr="00A40F6C" w:rsidRDefault="00BF1F49" w:rsidP="00BF1F49">
      <w:pPr>
        <w:spacing w:line="360" w:lineRule="auto"/>
        <w:jc w:val="center"/>
        <w:rPr>
          <w:sz w:val="32"/>
          <w:szCs w:val="32"/>
        </w:rPr>
      </w:pPr>
      <w:r w:rsidRPr="00A40F6C">
        <w:rPr>
          <w:sz w:val="24"/>
          <w:szCs w:val="24"/>
        </w:rPr>
        <w:tab/>
      </w:r>
      <w:r w:rsidRPr="00A40F6C">
        <w:rPr>
          <w:sz w:val="32"/>
          <w:szCs w:val="32"/>
        </w:rPr>
        <w:t>Lucrari edilitare</w:t>
      </w:r>
    </w:p>
    <w:p w:rsidR="00BF1F49" w:rsidRPr="00A40F6C" w:rsidRDefault="00BF1F49" w:rsidP="00BF1F49">
      <w:pPr>
        <w:spacing w:line="360" w:lineRule="auto"/>
        <w:jc w:val="center"/>
        <w:rPr>
          <w:sz w:val="24"/>
          <w:szCs w:val="24"/>
        </w:rPr>
      </w:pPr>
    </w:p>
    <w:p w:rsidR="00BF1F49" w:rsidRPr="00A40F6C" w:rsidRDefault="00BF1F49" w:rsidP="0079122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A40F6C">
        <w:rPr>
          <w:sz w:val="24"/>
          <w:szCs w:val="24"/>
        </w:rPr>
        <w:t>Guri de scurgere noi</w:t>
      </w:r>
      <w:r w:rsidRPr="00A40F6C">
        <w:rPr>
          <w:sz w:val="24"/>
          <w:szCs w:val="24"/>
        </w:rPr>
        <w:tab/>
      </w:r>
      <w:r w:rsidRPr="00A40F6C">
        <w:rPr>
          <w:sz w:val="24"/>
          <w:szCs w:val="24"/>
        </w:rPr>
        <w:tab/>
      </w:r>
      <w:r w:rsidRPr="00A40F6C">
        <w:rPr>
          <w:sz w:val="24"/>
          <w:szCs w:val="24"/>
        </w:rPr>
        <w:tab/>
      </w:r>
      <w:r w:rsidRPr="00A40F6C">
        <w:rPr>
          <w:sz w:val="24"/>
          <w:szCs w:val="24"/>
        </w:rPr>
        <w:tab/>
      </w:r>
      <w:r w:rsidR="00E71621" w:rsidRPr="00A40F6C">
        <w:rPr>
          <w:sz w:val="24"/>
          <w:szCs w:val="24"/>
        </w:rPr>
        <w:tab/>
      </w:r>
      <w:r w:rsidR="00E71621" w:rsidRPr="00A40F6C">
        <w:rPr>
          <w:sz w:val="24"/>
          <w:szCs w:val="24"/>
        </w:rPr>
        <w:tab/>
      </w:r>
      <w:r w:rsidR="00E71621" w:rsidRPr="00A40F6C">
        <w:rPr>
          <w:sz w:val="24"/>
          <w:szCs w:val="24"/>
        </w:rPr>
        <w:tab/>
      </w:r>
      <w:r w:rsidR="00E71621" w:rsidRPr="00A40F6C">
        <w:rPr>
          <w:sz w:val="24"/>
          <w:szCs w:val="24"/>
        </w:rPr>
        <w:tab/>
      </w:r>
      <w:r w:rsidR="00791223" w:rsidRPr="00A40F6C">
        <w:rPr>
          <w:sz w:val="24"/>
          <w:szCs w:val="24"/>
        </w:rPr>
        <w:tab/>
      </w:r>
      <w:r w:rsidR="00A40F6C">
        <w:rPr>
          <w:sz w:val="24"/>
          <w:szCs w:val="24"/>
        </w:rPr>
        <w:tab/>
      </w:r>
      <w:r w:rsidR="00A40F6C" w:rsidRPr="00A40F6C">
        <w:rPr>
          <w:sz w:val="24"/>
          <w:szCs w:val="24"/>
        </w:rPr>
        <w:t>1</w:t>
      </w:r>
      <w:r w:rsidRPr="00A40F6C">
        <w:rPr>
          <w:sz w:val="24"/>
          <w:szCs w:val="24"/>
        </w:rPr>
        <w:t xml:space="preserve"> buc</w:t>
      </w:r>
    </w:p>
    <w:p w:rsidR="009721E3" w:rsidRPr="00A40F6C" w:rsidRDefault="009721E3" w:rsidP="009721E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A40F6C">
        <w:rPr>
          <w:sz w:val="24"/>
          <w:szCs w:val="24"/>
        </w:rPr>
        <w:t>Gur</w:t>
      </w:r>
      <w:r w:rsidR="00BD4265" w:rsidRPr="00A40F6C">
        <w:rPr>
          <w:sz w:val="24"/>
          <w:szCs w:val="24"/>
        </w:rPr>
        <w:t>i de scurgere existente</w:t>
      </w:r>
      <w:r w:rsidR="00BD4265" w:rsidRPr="00A40F6C">
        <w:rPr>
          <w:sz w:val="24"/>
          <w:szCs w:val="24"/>
        </w:rPr>
        <w:tab/>
      </w:r>
      <w:r w:rsidR="00BD4265" w:rsidRPr="00A40F6C">
        <w:rPr>
          <w:sz w:val="24"/>
          <w:szCs w:val="24"/>
        </w:rPr>
        <w:tab/>
      </w:r>
      <w:r w:rsidR="00BD4265" w:rsidRPr="00A40F6C">
        <w:rPr>
          <w:sz w:val="24"/>
          <w:szCs w:val="24"/>
        </w:rPr>
        <w:tab/>
      </w:r>
      <w:r w:rsidR="00BD4265" w:rsidRPr="00A40F6C">
        <w:rPr>
          <w:sz w:val="24"/>
          <w:szCs w:val="24"/>
        </w:rPr>
        <w:tab/>
      </w:r>
      <w:r w:rsidR="00BD4265" w:rsidRPr="00A40F6C">
        <w:rPr>
          <w:sz w:val="24"/>
          <w:szCs w:val="24"/>
        </w:rPr>
        <w:tab/>
      </w:r>
      <w:r w:rsidR="00BD4265" w:rsidRPr="00A40F6C">
        <w:rPr>
          <w:sz w:val="24"/>
          <w:szCs w:val="24"/>
        </w:rPr>
        <w:tab/>
      </w:r>
      <w:r w:rsidR="00BD4265" w:rsidRPr="00A40F6C">
        <w:rPr>
          <w:sz w:val="24"/>
          <w:szCs w:val="24"/>
        </w:rPr>
        <w:tab/>
      </w:r>
      <w:r w:rsidR="00BD4265" w:rsidRPr="00A40F6C">
        <w:rPr>
          <w:sz w:val="24"/>
          <w:szCs w:val="24"/>
        </w:rPr>
        <w:tab/>
      </w:r>
      <w:r w:rsidR="00A40F6C">
        <w:rPr>
          <w:sz w:val="24"/>
          <w:szCs w:val="24"/>
        </w:rPr>
        <w:tab/>
      </w:r>
      <w:r w:rsidR="00A40F6C" w:rsidRPr="00A40F6C">
        <w:rPr>
          <w:sz w:val="24"/>
          <w:szCs w:val="24"/>
        </w:rPr>
        <w:t>7</w:t>
      </w:r>
      <w:r w:rsidRPr="00A40F6C">
        <w:rPr>
          <w:sz w:val="24"/>
          <w:szCs w:val="24"/>
        </w:rPr>
        <w:t xml:space="preserve"> buc</w:t>
      </w:r>
    </w:p>
    <w:p w:rsidR="00BF1F49" w:rsidRPr="00A40F6C" w:rsidRDefault="00BF1F49" w:rsidP="0079122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A40F6C">
        <w:rPr>
          <w:sz w:val="24"/>
          <w:szCs w:val="24"/>
        </w:rPr>
        <w:t>Camine de vizitare</w:t>
      </w:r>
      <w:r w:rsidRPr="00A40F6C">
        <w:rPr>
          <w:sz w:val="24"/>
          <w:szCs w:val="24"/>
        </w:rPr>
        <w:tab/>
      </w:r>
      <w:r w:rsidRPr="00A40F6C">
        <w:rPr>
          <w:sz w:val="24"/>
          <w:szCs w:val="24"/>
        </w:rPr>
        <w:tab/>
      </w:r>
      <w:r w:rsidRPr="00A40F6C">
        <w:rPr>
          <w:sz w:val="24"/>
          <w:szCs w:val="24"/>
        </w:rPr>
        <w:tab/>
      </w:r>
      <w:r w:rsidRPr="00A40F6C">
        <w:rPr>
          <w:sz w:val="24"/>
          <w:szCs w:val="24"/>
        </w:rPr>
        <w:tab/>
      </w:r>
      <w:r w:rsidR="002876A4" w:rsidRPr="00A40F6C">
        <w:rPr>
          <w:sz w:val="24"/>
          <w:szCs w:val="24"/>
        </w:rPr>
        <w:tab/>
      </w:r>
      <w:r w:rsidR="002876A4" w:rsidRPr="00A40F6C">
        <w:rPr>
          <w:sz w:val="24"/>
          <w:szCs w:val="24"/>
        </w:rPr>
        <w:tab/>
      </w:r>
      <w:r w:rsidR="002876A4" w:rsidRPr="00A40F6C">
        <w:rPr>
          <w:sz w:val="24"/>
          <w:szCs w:val="24"/>
        </w:rPr>
        <w:tab/>
      </w:r>
      <w:r w:rsidR="002876A4" w:rsidRPr="00A40F6C">
        <w:rPr>
          <w:sz w:val="24"/>
          <w:szCs w:val="24"/>
        </w:rPr>
        <w:tab/>
      </w:r>
      <w:r w:rsidR="00791223" w:rsidRPr="00A40F6C">
        <w:rPr>
          <w:sz w:val="24"/>
          <w:szCs w:val="24"/>
        </w:rPr>
        <w:tab/>
      </w:r>
      <w:r w:rsidR="00A40F6C">
        <w:rPr>
          <w:sz w:val="24"/>
          <w:szCs w:val="24"/>
        </w:rPr>
        <w:tab/>
      </w:r>
      <w:r w:rsidR="00A40F6C" w:rsidRPr="00A40F6C">
        <w:rPr>
          <w:sz w:val="24"/>
          <w:szCs w:val="24"/>
        </w:rPr>
        <w:t>14</w:t>
      </w:r>
      <w:r w:rsidRPr="00A40F6C">
        <w:rPr>
          <w:sz w:val="24"/>
          <w:szCs w:val="24"/>
        </w:rPr>
        <w:t xml:space="preserve"> buc</w:t>
      </w:r>
    </w:p>
    <w:p w:rsidR="00BF1F49" w:rsidRPr="00A40F6C" w:rsidRDefault="00257D28" w:rsidP="0007700C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A40F6C">
        <w:rPr>
          <w:sz w:val="24"/>
          <w:szCs w:val="24"/>
        </w:rPr>
        <w:t>Rasuflatori de gaze</w:t>
      </w:r>
      <w:r w:rsidR="00BD4265" w:rsidRPr="00A40F6C">
        <w:rPr>
          <w:sz w:val="24"/>
          <w:szCs w:val="24"/>
        </w:rPr>
        <w:tab/>
      </w:r>
      <w:r w:rsidR="00BD4265" w:rsidRPr="00A40F6C">
        <w:rPr>
          <w:sz w:val="24"/>
          <w:szCs w:val="24"/>
        </w:rPr>
        <w:tab/>
      </w:r>
      <w:r w:rsidR="00BD4265" w:rsidRPr="00A40F6C">
        <w:rPr>
          <w:sz w:val="24"/>
          <w:szCs w:val="24"/>
        </w:rPr>
        <w:tab/>
      </w:r>
      <w:r w:rsidR="00BD4265" w:rsidRPr="00A40F6C">
        <w:rPr>
          <w:sz w:val="24"/>
          <w:szCs w:val="24"/>
        </w:rPr>
        <w:tab/>
      </w:r>
      <w:r w:rsidR="00BD4265" w:rsidRPr="00A40F6C">
        <w:rPr>
          <w:sz w:val="24"/>
          <w:szCs w:val="24"/>
        </w:rPr>
        <w:tab/>
      </w:r>
      <w:r w:rsidR="00BD4265" w:rsidRPr="00A40F6C">
        <w:rPr>
          <w:sz w:val="24"/>
          <w:szCs w:val="24"/>
        </w:rPr>
        <w:tab/>
      </w:r>
      <w:r w:rsidR="00BD4265" w:rsidRPr="00A40F6C">
        <w:rPr>
          <w:sz w:val="24"/>
          <w:szCs w:val="24"/>
        </w:rPr>
        <w:tab/>
      </w:r>
      <w:r w:rsidR="00BD4265" w:rsidRPr="00A40F6C">
        <w:rPr>
          <w:sz w:val="24"/>
          <w:szCs w:val="24"/>
        </w:rPr>
        <w:tab/>
      </w:r>
      <w:r w:rsidR="00BD4265" w:rsidRPr="00A40F6C">
        <w:rPr>
          <w:sz w:val="24"/>
          <w:szCs w:val="24"/>
        </w:rPr>
        <w:tab/>
        <w:t xml:space="preserve"> </w:t>
      </w:r>
      <w:r w:rsidR="00A40F6C">
        <w:rPr>
          <w:sz w:val="24"/>
          <w:szCs w:val="24"/>
        </w:rPr>
        <w:tab/>
      </w:r>
      <w:r w:rsidR="00A40F6C" w:rsidRPr="00A40F6C">
        <w:rPr>
          <w:sz w:val="24"/>
          <w:szCs w:val="24"/>
        </w:rPr>
        <w:t>4</w:t>
      </w:r>
      <w:r w:rsidR="00BD4265" w:rsidRPr="00A40F6C">
        <w:rPr>
          <w:sz w:val="24"/>
          <w:szCs w:val="24"/>
        </w:rPr>
        <w:t xml:space="preserve"> buc</w:t>
      </w:r>
    </w:p>
    <w:p w:rsidR="00BF1F49" w:rsidRPr="007531D8" w:rsidRDefault="00BF1F49" w:rsidP="00BF1F49">
      <w:pPr>
        <w:spacing w:line="360" w:lineRule="auto"/>
        <w:jc w:val="both"/>
        <w:rPr>
          <w:color w:val="FF0000"/>
          <w:sz w:val="24"/>
          <w:szCs w:val="24"/>
        </w:rPr>
      </w:pPr>
    </w:p>
    <w:p w:rsidR="009B18B9" w:rsidRPr="009D7213" w:rsidRDefault="00EF764B" w:rsidP="009B18B9">
      <w:pPr>
        <w:spacing w:line="360" w:lineRule="auto"/>
        <w:jc w:val="center"/>
        <w:rPr>
          <w:sz w:val="32"/>
          <w:szCs w:val="32"/>
        </w:rPr>
      </w:pPr>
      <w:r w:rsidRPr="007531D8">
        <w:rPr>
          <w:color w:val="FF0000"/>
          <w:sz w:val="24"/>
          <w:szCs w:val="24"/>
        </w:rPr>
        <w:tab/>
      </w:r>
      <w:r w:rsidR="009B18B9" w:rsidRPr="009D7213">
        <w:rPr>
          <w:sz w:val="32"/>
          <w:szCs w:val="32"/>
        </w:rPr>
        <w:t xml:space="preserve">Reglementarea circulatiei </w:t>
      </w:r>
    </w:p>
    <w:p w:rsidR="009B18B9" w:rsidRPr="009D7213" w:rsidRDefault="009B18B9" w:rsidP="00791223">
      <w:pPr>
        <w:pStyle w:val="Listparagraf"/>
        <w:spacing w:line="360" w:lineRule="auto"/>
        <w:ind w:left="900"/>
        <w:jc w:val="both"/>
        <w:rPr>
          <w:sz w:val="24"/>
          <w:szCs w:val="24"/>
        </w:rPr>
      </w:pPr>
    </w:p>
    <w:p w:rsidR="009B18B9" w:rsidRPr="009D7213" w:rsidRDefault="009B18B9" w:rsidP="0079122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9D7213">
        <w:rPr>
          <w:sz w:val="24"/>
          <w:szCs w:val="24"/>
        </w:rPr>
        <w:t>Marcaje rutiere longitudinale</w:t>
      </w:r>
      <w:r w:rsidRPr="009D7213">
        <w:rPr>
          <w:sz w:val="24"/>
          <w:szCs w:val="24"/>
        </w:rPr>
        <w:tab/>
      </w:r>
      <w:r w:rsidRPr="009D7213">
        <w:rPr>
          <w:sz w:val="24"/>
          <w:szCs w:val="24"/>
        </w:rPr>
        <w:tab/>
      </w:r>
      <w:r w:rsidRPr="009D7213">
        <w:rPr>
          <w:sz w:val="24"/>
          <w:szCs w:val="24"/>
        </w:rPr>
        <w:tab/>
      </w:r>
      <w:r w:rsidRPr="009D7213">
        <w:rPr>
          <w:sz w:val="24"/>
          <w:szCs w:val="24"/>
        </w:rPr>
        <w:tab/>
      </w:r>
      <w:r w:rsidRPr="009D7213">
        <w:rPr>
          <w:sz w:val="24"/>
          <w:szCs w:val="24"/>
        </w:rPr>
        <w:tab/>
      </w:r>
      <w:r w:rsidR="0082699D" w:rsidRPr="009D7213">
        <w:rPr>
          <w:sz w:val="24"/>
          <w:szCs w:val="24"/>
        </w:rPr>
        <w:tab/>
        <w:t xml:space="preserve">         </w:t>
      </w:r>
      <w:r w:rsidR="009D7213" w:rsidRPr="009D7213">
        <w:rPr>
          <w:sz w:val="24"/>
          <w:szCs w:val="24"/>
        </w:rPr>
        <w:tab/>
        <w:t xml:space="preserve">          0.621</w:t>
      </w:r>
      <w:r w:rsidR="00B46554" w:rsidRPr="009D7213">
        <w:rPr>
          <w:sz w:val="24"/>
          <w:szCs w:val="24"/>
        </w:rPr>
        <w:t xml:space="preserve"> km</w:t>
      </w:r>
    </w:p>
    <w:p w:rsidR="003C3D9B" w:rsidRPr="009D7213" w:rsidRDefault="00994C1D" w:rsidP="0079122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9D7213">
        <w:rPr>
          <w:sz w:val="24"/>
          <w:szCs w:val="24"/>
        </w:rPr>
        <w:t xml:space="preserve">Procurare </w:t>
      </w:r>
      <w:r w:rsidR="00216595" w:rsidRPr="009D7213">
        <w:rPr>
          <w:sz w:val="24"/>
          <w:szCs w:val="24"/>
        </w:rPr>
        <w:t>si instalare indicatoare</w:t>
      </w:r>
      <w:r w:rsidR="00216595" w:rsidRPr="009D7213">
        <w:rPr>
          <w:sz w:val="24"/>
          <w:szCs w:val="24"/>
        </w:rPr>
        <w:tab/>
      </w:r>
      <w:r w:rsidR="00216595" w:rsidRPr="009D7213">
        <w:rPr>
          <w:sz w:val="24"/>
          <w:szCs w:val="24"/>
        </w:rPr>
        <w:tab/>
      </w:r>
      <w:r w:rsidR="00216595" w:rsidRPr="009D7213">
        <w:rPr>
          <w:sz w:val="24"/>
          <w:szCs w:val="24"/>
        </w:rPr>
        <w:tab/>
      </w:r>
      <w:r w:rsidR="00216595" w:rsidRPr="009D7213">
        <w:rPr>
          <w:sz w:val="24"/>
          <w:szCs w:val="24"/>
        </w:rPr>
        <w:tab/>
      </w:r>
      <w:r w:rsidR="00216595" w:rsidRPr="009D7213">
        <w:rPr>
          <w:sz w:val="24"/>
          <w:szCs w:val="24"/>
        </w:rPr>
        <w:tab/>
      </w:r>
      <w:r w:rsidR="00216595" w:rsidRPr="009D7213">
        <w:rPr>
          <w:sz w:val="24"/>
          <w:szCs w:val="24"/>
        </w:rPr>
        <w:tab/>
      </w:r>
      <w:r w:rsidR="00216595" w:rsidRPr="009D7213">
        <w:rPr>
          <w:sz w:val="24"/>
          <w:szCs w:val="24"/>
        </w:rPr>
        <w:tab/>
      </w:r>
      <w:r w:rsidR="00125DE3" w:rsidRPr="009D7213">
        <w:rPr>
          <w:sz w:val="24"/>
          <w:szCs w:val="24"/>
        </w:rPr>
        <w:t xml:space="preserve">    </w:t>
      </w:r>
      <w:r w:rsidR="009D7213" w:rsidRPr="009D7213">
        <w:rPr>
          <w:sz w:val="24"/>
          <w:szCs w:val="24"/>
        </w:rPr>
        <w:t xml:space="preserve">            5</w:t>
      </w:r>
      <w:r w:rsidR="003C3D9B" w:rsidRPr="009D7213">
        <w:rPr>
          <w:sz w:val="24"/>
          <w:szCs w:val="24"/>
        </w:rPr>
        <w:t xml:space="preserve"> buc</w:t>
      </w:r>
    </w:p>
    <w:p w:rsidR="00BD1559" w:rsidRPr="007531D8" w:rsidRDefault="00BD1559" w:rsidP="00791223">
      <w:pPr>
        <w:pStyle w:val="Listparagraf"/>
        <w:spacing w:line="360" w:lineRule="auto"/>
        <w:ind w:left="900"/>
        <w:jc w:val="both"/>
        <w:rPr>
          <w:color w:val="FF0000"/>
          <w:sz w:val="24"/>
          <w:szCs w:val="24"/>
        </w:rPr>
      </w:pPr>
      <w:r w:rsidRPr="007531D8">
        <w:rPr>
          <w:color w:val="FF0000"/>
          <w:sz w:val="24"/>
          <w:szCs w:val="24"/>
        </w:rPr>
        <w:tab/>
      </w:r>
      <w:r w:rsidRPr="007531D8">
        <w:rPr>
          <w:color w:val="FF0000"/>
          <w:sz w:val="24"/>
          <w:szCs w:val="24"/>
        </w:rPr>
        <w:tab/>
      </w:r>
    </w:p>
    <w:p w:rsidR="00433FB8" w:rsidRPr="007531D8" w:rsidRDefault="00433FB8" w:rsidP="005D2769">
      <w:pPr>
        <w:rPr>
          <w:rFonts w:ascii="Arial" w:hAnsi="Arial" w:cs="Arial"/>
          <w:b/>
          <w:color w:val="FF0000"/>
          <w:sz w:val="24"/>
          <w:szCs w:val="24"/>
        </w:rPr>
      </w:pPr>
    </w:p>
    <w:sectPr w:rsidR="00433FB8" w:rsidRPr="007531D8" w:rsidSect="006A745B">
      <w:headerReference w:type="default" r:id="rId7"/>
      <w:footerReference w:type="even" r:id="rId8"/>
      <w:footerReference w:type="default" r:id="rId9"/>
      <w:pgSz w:w="11907" w:h="16840" w:code="9"/>
      <w:pgMar w:top="720" w:right="720" w:bottom="720" w:left="1008" w:header="360" w:footer="850" w:gutter="0"/>
      <w:pgNumType w:start="1" w:chapSep="period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717E" w:rsidRDefault="00CD717E">
      <w:r>
        <w:separator/>
      </w:r>
    </w:p>
  </w:endnote>
  <w:endnote w:type="continuationSeparator" w:id="1">
    <w:p w:rsidR="00CD717E" w:rsidRDefault="00CD71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ineta BT">
    <w:panose1 w:val="04020906050602070202"/>
    <w:charset w:val="00"/>
    <w:family w:val="decorative"/>
    <w:pitch w:val="variable"/>
    <w:sig w:usb0="00000087" w:usb1="00000000" w:usb2="00000000" w:usb3="00000000" w:csb0="0000001B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329" w:rsidRDefault="000606A2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25C" w:rsidRDefault="004A424E">
    <w:pPr>
      <w:pStyle w:val="Subsol"/>
    </w:pPr>
    <w:r>
      <w:rPr>
        <w:noProof/>
      </w:rPr>
      <w:pict>
        <v:line id="_x0000_s1045" style="position:absolute;z-index:251656192" from="15.3pt,4.65pt" to="471.3pt,4.65pt"/>
      </w:pict>
    </w:r>
  </w:p>
  <w:p w:rsidR="00CC125C" w:rsidRDefault="002B52BC" w:rsidP="001C2C40">
    <w:pPr>
      <w:pStyle w:val="Subsol"/>
      <w:tabs>
        <w:tab w:val="clear" w:pos="4320"/>
        <w:tab w:val="left" w:pos="8640"/>
      </w:tabs>
    </w:pP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717E" w:rsidRDefault="00CD717E">
      <w:r>
        <w:separator/>
      </w:r>
    </w:p>
  </w:footnote>
  <w:footnote w:type="continuationSeparator" w:id="1">
    <w:p w:rsidR="00CD717E" w:rsidRDefault="00CD71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025" w:rsidRPr="009811F1" w:rsidRDefault="009811F1" w:rsidP="009811F1">
    <w:pPr>
      <w:jc w:val="right"/>
      <w:rPr>
        <w:sz w:val="10"/>
        <w:szCs w:val="10"/>
      </w:rPr>
    </w:pPr>
    <w:r>
      <w:rPr>
        <w:sz w:val="10"/>
        <w:szCs w:val="10"/>
      </w:rPr>
      <w:tab/>
    </w:r>
    <w:r>
      <w:rPr>
        <w:sz w:val="10"/>
        <w:szCs w:val="10"/>
      </w:rPr>
      <w:tab/>
    </w:r>
  </w:p>
  <w:p w:rsidR="00AE1340" w:rsidRPr="00A97320" w:rsidRDefault="00AE1340" w:rsidP="00AE1340">
    <w:pPr>
      <w:pStyle w:val="Antet"/>
      <w:tabs>
        <w:tab w:val="clear" w:pos="8640"/>
        <w:tab w:val="right" w:pos="9540"/>
      </w:tabs>
      <w:rPr>
        <w:rFonts w:ascii="Arial" w:hAnsi="Arial" w:cs="Arial"/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F0103164"/>
    <w:name w:val="WW8Num4"/>
    <w:lvl w:ilvl="0">
      <w:start w:val="1"/>
      <w:numFmt w:val="bullet"/>
      <w:lvlText w:val="●"/>
      <w:lvlJc w:val="left"/>
      <w:pPr>
        <w:tabs>
          <w:tab w:val="num" w:pos="-454"/>
        </w:tabs>
        <w:ind w:left="-454" w:hanging="567"/>
      </w:pPr>
      <w:rPr>
        <w:rFonts w:ascii="Arial" w:hAnsi="Arial" w:cs="Arial" w:hint="default"/>
        <w:sz w:val="18"/>
        <w:szCs w:val="18"/>
      </w:rPr>
    </w:lvl>
  </w:abstractNum>
  <w:abstractNum w:abstractNumId="1">
    <w:nsid w:val="00000004"/>
    <w:multiLevelType w:val="singleLevel"/>
    <w:tmpl w:val="00000004"/>
    <w:name w:val="WW8Num5"/>
    <w:lvl w:ilvl="0">
      <w:start w:val="1"/>
      <w:numFmt w:val="bullet"/>
      <w:lvlText w:val="✔"/>
      <w:lvlJc w:val="left"/>
      <w:pPr>
        <w:tabs>
          <w:tab w:val="num" w:pos="-488"/>
        </w:tabs>
        <w:ind w:left="-488" w:hanging="363"/>
      </w:pPr>
      <w:rPr>
        <w:rFonts w:ascii="StarSymbol" w:hAnsi="StarSymbol" w:cs="StarSymbol"/>
        <w:sz w:val="18"/>
        <w:szCs w:val="18"/>
      </w:rPr>
    </w:lvl>
  </w:abstractNum>
  <w:abstractNum w:abstractNumId="2">
    <w:nsid w:val="00000009"/>
    <w:multiLevelType w:val="multilevel"/>
    <w:tmpl w:val="00000009"/>
    <w:lvl w:ilvl="0">
      <w:start w:val="1"/>
      <w:numFmt w:val="bullet"/>
      <w:lvlText w:val="●"/>
      <w:lvlJc w:val="left"/>
      <w:pPr>
        <w:tabs>
          <w:tab w:val="num" w:pos="-454"/>
        </w:tabs>
        <w:ind w:left="-454" w:hanging="56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●"/>
      <w:lvlJc w:val="left"/>
      <w:pPr>
        <w:tabs>
          <w:tab w:val="num" w:pos="2367"/>
        </w:tabs>
        <w:ind w:left="2367" w:hanging="56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2300AF7"/>
    <w:multiLevelType w:val="multilevel"/>
    <w:tmpl w:val="BF3CF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5635EF0"/>
    <w:multiLevelType w:val="hybridMultilevel"/>
    <w:tmpl w:val="0C986EB8"/>
    <w:lvl w:ilvl="0" w:tplc="04090019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1E200A"/>
    <w:multiLevelType w:val="hybridMultilevel"/>
    <w:tmpl w:val="A416591E"/>
    <w:lvl w:ilvl="0" w:tplc="FFFFFFFF">
      <w:start w:val="4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Vineta BT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Vineta BT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Vineta BT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08281298"/>
    <w:multiLevelType w:val="multilevel"/>
    <w:tmpl w:val="3FB806BA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9072FF"/>
    <w:multiLevelType w:val="multilevel"/>
    <w:tmpl w:val="FCEEBEF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8">
    <w:nsid w:val="0EFF7670"/>
    <w:multiLevelType w:val="multilevel"/>
    <w:tmpl w:val="C81C5A5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0FBD065E"/>
    <w:multiLevelType w:val="singleLevel"/>
    <w:tmpl w:val="C58AC09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23A7D53"/>
    <w:multiLevelType w:val="hybridMultilevel"/>
    <w:tmpl w:val="8B4C576E"/>
    <w:lvl w:ilvl="0" w:tplc="F12EF826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44371D9"/>
    <w:multiLevelType w:val="hybridMultilevel"/>
    <w:tmpl w:val="F496E532"/>
    <w:lvl w:ilvl="0" w:tplc="0418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2">
    <w:nsid w:val="14D01417"/>
    <w:multiLevelType w:val="multilevel"/>
    <w:tmpl w:val="86FCF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8292148"/>
    <w:multiLevelType w:val="multilevel"/>
    <w:tmpl w:val="400C651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960"/>
        </w:tabs>
        <w:ind w:left="396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5760"/>
        </w:tabs>
        <w:ind w:left="57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6480"/>
        </w:tabs>
        <w:ind w:left="64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7560"/>
        </w:tabs>
        <w:ind w:left="75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8640"/>
        </w:tabs>
        <w:ind w:left="8640" w:hanging="2160"/>
      </w:pPr>
    </w:lvl>
  </w:abstractNum>
  <w:abstractNum w:abstractNumId="14">
    <w:nsid w:val="1A1A7F27"/>
    <w:multiLevelType w:val="singleLevel"/>
    <w:tmpl w:val="C35ADF9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4A75985"/>
    <w:multiLevelType w:val="hybridMultilevel"/>
    <w:tmpl w:val="DA963D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4BC78B3"/>
    <w:multiLevelType w:val="hybridMultilevel"/>
    <w:tmpl w:val="B1743CBA"/>
    <w:lvl w:ilvl="0" w:tplc="064CEF3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D4CDCD0">
      <w:start w:val="1"/>
      <w:numFmt w:val="lowerLetter"/>
      <w:lvlText w:val="%2)"/>
      <w:lvlJc w:val="left"/>
      <w:pPr>
        <w:tabs>
          <w:tab w:val="num" w:pos="2265"/>
        </w:tabs>
        <w:ind w:left="2265" w:hanging="825"/>
      </w:pPr>
      <w:rPr>
        <w:rFonts w:hint="default"/>
      </w:rPr>
    </w:lvl>
    <w:lvl w:ilvl="2" w:tplc="FB42D65C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26B17DC5"/>
    <w:multiLevelType w:val="hybridMultilevel"/>
    <w:tmpl w:val="A2D07F42"/>
    <w:lvl w:ilvl="0" w:tplc="04090001">
      <w:start w:val="1"/>
      <w:numFmt w:val="bullet"/>
      <w:lvlText w:val=""/>
      <w:lvlJc w:val="left"/>
      <w:pPr>
        <w:tabs>
          <w:tab w:val="num" w:pos="1655"/>
        </w:tabs>
        <w:ind w:left="16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75"/>
        </w:tabs>
        <w:ind w:left="23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95"/>
        </w:tabs>
        <w:ind w:left="30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15"/>
        </w:tabs>
        <w:ind w:left="38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35"/>
        </w:tabs>
        <w:ind w:left="45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55"/>
        </w:tabs>
        <w:ind w:left="52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75"/>
        </w:tabs>
        <w:ind w:left="59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95"/>
        </w:tabs>
        <w:ind w:left="66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15"/>
        </w:tabs>
        <w:ind w:left="7415" w:hanging="360"/>
      </w:pPr>
      <w:rPr>
        <w:rFonts w:ascii="Wingdings" w:hAnsi="Wingdings" w:hint="default"/>
      </w:rPr>
    </w:lvl>
  </w:abstractNum>
  <w:abstractNum w:abstractNumId="18">
    <w:nsid w:val="28103875"/>
    <w:multiLevelType w:val="hybridMultilevel"/>
    <w:tmpl w:val="2A8EEA2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8B1582F"/>
    <w:multiLevelType w:val="hybridMultilevel"/>
    <w:tmpl w:val="75F0F00C"/>
    <w:lvl w:ilvl="0" w:tplc="0418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0">
    <w:nsid w:val="34346915"/>
    <w:multiLevelType w:val="hybridMultilevel"/>
    <w:tmpl w:val="76B6BCD0"/>
    <w:lvl w:ilvl="0" w:tplc="0CF438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5AE13EA"/>
    <w:multiLevelType w:val="hybridMultilevel"/>
    <w:tmpl w:val="7256A7C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3">
      <w:start w:val="1"/>
      <w:numFmt w:val="upp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DE52E30"/>
    <w:multiLevelType w:val="hybridMultilevel"/>
    <w:tmpl w:val="10088A06"/>
    <w:lvl w:ilvl="0" w:tplc="40C05A64">
      <w:start w:val="19"/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3E4A6BCD"/>
    <w:multiLevelType w:val="hybridMultilevel"/>
    <w:tmpl w:val="9752A2C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5BF6EEC"/>
    <w:multiLevelType w:val="hybridMultilevel"/>
    <w:tmpl w:val="2558E502"/>
    <w:lvl w:ilvl="0" w:tplc="0409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5">
    <w:nsid w:val="4DD05CA0"/>
    <w:multiLevelType w:val="multilevel"/>
    <w:tmpl w:val="4E7405EC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680"/>
        </w:tabs>
        <w:ind w:left="13680" w:hanging="2160"/>
      </w:pPr>
      <w:rPr>
        <w:rFonts w:hint="default"/>
      </w:rPr>
    </w:lvl>
  </w:abstractNum>
  <w:abstractNum w:abstractNumId="26">
    <w:nsid w:val="4F582343"/>
    <w:multiLevelType w:val="hybridMultilevel"/>
    <w:tmpl w:val="11DCA568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52112045"/>
    <w:multiLevelType w:val="hybridMultilevel"/>
    <w:tmpl w:val="3E4C3B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2456FF7"/>
    <w:multiLevelType w:val="singleLevel"/>
    <w:tmpl w:val="4A58AB0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3D734A1"/>
    <w:multiLevelType w:val="hybridMultilevel"/>
    <w:tmpl w:val="A60213BE"/>
    <w:lvl w:ilvl="0" w:tplc="665EB7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54A0F07"/>
    <w:multiLevelType w:val="hybridMultilevel"/>
    <w:tmpl w:val="537C2C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86123CC"/>
    <w:multiLevelType w:val="multilevel"/>
    <w:tmpl w:val="0C986EB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B591214"/>
    <w:multiLevelType w:val="hybridMultilevel"/>
    <w:tmpl w:val="31944C94"/>
    <w:lvl w:ilvl="0" w:tplc="1B9445BE">
      <w:start w:val="1"/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15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C763323"/>
    <w:multiLevelType w:val="multilevel"/>
    <w:tmpl w:val="2406622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6CCC0CFD"/>
    <w:multiLevelType w:val="hybridMultilevel"/>
    <w:tmpl w:val="B0B6EAD8"/>
    <w:lvl w:ilvl="0" w:tplc="04090019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8E00B2F"/>
    <w:multiLevelType w:val="hybridMultilevel"/>
    <w:tmpl w:val="31EEEA64"/>
    <w:lvl w:ilvl="0" w:tplc="FFFFFFFF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641"/>
        </w:tabs>
        <w:ind w:left="1641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36">
    <w:nsid w:val="792F5C42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>
    <w:nsid w:val="79BE3A87"/>
    <w:multiLevelType w:val="multilevel"/>
    <w:tmpl w:val="20E683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38">
    <w:nsid w:val="7B4F583A"/>
    <w:multiLevelType w:val="multilevel"/>
    <w:tmpl w:val="C81C5A5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3"/>
  </w:num>
  <w:num w:numId="2">
    <w:abstractNumId w:val="36"/>
  </w:num>
  <w:num w:numId="3">
    <w:abstractNumId w:val="35"/>
  </w:num>
  <w:num w:numId="4">
    <w:abstractNumId w:val="14"/>
  </w:num>
  <w:num w:numId="5">
    <w:abstractNumId w:val="9"/>
  </w:num>
  <w:num w:numId="6">
    <w:abstractNumId w:val="26"/>
  </w:num>
  <w:num w:numId="7">
    <w:abstractNumId w:val="20"/>
  </w:num>
  <w:num w:numId="8">
    <w:abstractNumId w:val="38"/>
  </w:num>
  <w:num w:numId="9">
    <w:abstractNumId w:val="28"/>
  </w:num>
  <w:num w:numId="10">
    <w:abstractNumId w:val="5"/>
  </w:num>
  <w:num w:numId="1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34"/>
  </w:num>
  <w:num w:numId="17">
    <w:abstractNumId w:val="4"/>
  </w:num>
  <w:num w:numId="18">
    <w:abstractNumId w:val="31"/>
  </w:num>
  <w:num w:numId="19">
    <w:abstractNumId w:val="16"/>
  </w:num>
  <w:num w:numId="20">
    <w:abstractNumId w:val="32"/>
  </w:num>
  <w:num w:numId="21">
    <w:abstractNumId w:val="24"/>
  </w:num>
  <w:num w:numId="22">
    <w:abstractNumId w:val="21"/>
  </w:num>
  <w:num w:numId="23">
    <w:abstractNumId w:val="11"/>
  </w:num>
  <w:num w:numId="24">
    <w:abstractNumId w:val="19"/>
  </w:num>
  <w:num w:numId="25">
    <w:abstractNumId w:val="25"/>
  </w:num>
  <w:num w:numId="26">
    <w:abstractNumId w:val="18"/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</w:num>
  <w:num w:numId="37">
    <w:abstractNumId w:val="8"/>
  </w:num>
  <w:num w:numId="38">
    <w:abstractNumId w:val="33"/>
  </w:num>
  <w:num w:numId="39">
    <w:abstractNumId w:val="0"/>
  </w:num>
  <w:num w:numId="40">
    <w:abstractNumId w:val="1"/>
  </w:num>
  <w:num w:numId="41">
    <w:abstractNumId w:val="2"/>
  </w:num>
  <w:num w:numId="42">
    <w:abstractNumId w:val="30"/>
  </w:num>
  <w:num w:numId="43">
    <w:abstractNumId w:val="29"/>
  </w:num>
  <w:num w:numId="44">
    <w:abstractNumId w:val="15"/>
  </w:num>
  <w:num w:numId="45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3F01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3993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085DAD"/>
    <w:rsid w:val="000012B6"/>
    <w:rsid w:val="00002824"/>
    <w:rsid w:val="0000737D"/>
    <w:rsid w:val="00007988"/>
    <w:rsid w:val="000166A9"/>
    <w:rsid w:val="00017D90"/>
    <w:rsid w:val="00020EEC"/>
    <w:rsid w:val="00022BBC"/>
    <w:rsid w:val="000239D1"/>
    <w:rsid w:val="00025EF8"/>
    <w:rsid w:val="000311FA"/>
    <w:rsid w:val="00040590"/>
    <w:rsid w:val="000415E3"/>
    <w:rsid w:val="00043DBA"/>
    <w:rsid w:val="0004497E"/>
    <w:rsid w:val="00045BB9"/>
    <w:rsid w:val="0005002D"/>
    <w:rsid w:val="00052231"/>
    <w:rsid w:val="0005352F"/>
    <w:rsid w:val="00055181"/>
    <w:rsid w:val="000606A2"/>
    <w:rsid w:val="00063AE6"/>
    <w:rsid w:val="00070177"/>
    <w:rsid w:val="00073DB2"/>
    <w:rsid w:val="0007449C"/>
    <w:rsid w:val="0007700C"/>
    <w:rsid w:val="00085DAD"/>
    <w:rsid w:val="0009062A"/>
    <w:rsid w:val="00092414"/>
    <w:rsid w:val="00095F54"/>
    <w:rsid w:val="000A4A9A"/>
    <w:rsid w:val="000A4D89"/>
    <w:rsid w:val="000B4B3A"/>
    <w:rsid w:val="000B4F5B"/>
    <w:rsid w:val="000B7579"/>
    <w:rsid w:val="000B79C1"/>
    <w:rsid w:val="000C096B"/>
    <w:rsid w:val="000C468E"/>
    <w:rsid w:val="000C47FA"/>
    <w:rsid w:val="000D0D18"/>
    <w:rsid w:val="000D1CC5"/>
    <w:rsid w:val="000D2CF3"/>
    <w:rsid w:val="000D46F3"/>
    <w:rsid w:val="000D4E7C"/>
    <w:rsid w:val="000D7B2A"/>
    <w:rsid w:val="000F5359"/>
    <w:rsid w:val="000F5C7C"/>
    <w:rsid w:val="000F5DAE"/>
    <w:rsid w:val="000F6C9F"/>
    <w:rsid w:val="000F7536"/>
    <w:rsid w:val="00106155"/>
    <w:rsid w:val="00112873"/>
    <w:rsid w:val="00112CC7"/>
    <w:rsid w:val="001229F6"/>
    <w:rsid w:val="00123EA9"/>
    <w:rsid w:val="00124959"/>
    <w:rsid w:val="00125DE3"/>
    <w:rsid w:val="0012688D"/>
    <w:rsid w:val="0013518E"/>
    <w:rsid w:val="00143634"/>
    <w:rsid w:val="00145015"/>
    <w:rsid w:val="001474E6"/>
    <w:rsid w:val="001506AD"/>
    <w:rsid w:val="0015087B"/>
    <w:rsid w:val="00151019"/>
    <w:rsid w:val="00151C5B"/>
    <w:rsid w:val="00152879"/>
    <w:rsid w:val="0016007F"/>
    <w:rsid w:val="001642C8"/>
    <w:rsid w:val="00172692"/>
    <w:rsid w:val="0018238E"/>
    <w:rsid w:val="00182A2A"/>
    <w:rsid w:val="00184BDA"/>
    <w:rsid w:val="00185302"/>
    <w:rsid w:val="00192AE2"/>
    <w:rsid w:val="00195631"/>
    <w:rsid w:val="001A21B9"/>
    <w:rsid w:val="001A6782"/>
    <w:rsid w:val="001B297B"/>
    <w:rsid w:val="001B2F7C"/>
    <w:rsid w:val="001B50C3"/>
    <w:rsid w:val="001C136E"/>
    <w:rsid w:val="001C2C40"/>
    <w:rsid w:val="001C6589"/>
    <w:rsid w:val="001D01B9"/>
    <w:rsid w:val="001D56DC"/>
    <w:rsid w:val="001F3644"/>
    <w:rsid w:val="001F70FC"/>
    <w:rsid w:val="002054D7"/>
    <w:rsid w:val="0021030B"/>
    <w:rsid w:val="00216593"/>
    <w:rsid w:val="00216595"/>
    <w:rsid w:val="0021761E"/>
    <w:rsid w:val="00227069"/>
    <w:rsid w:val="00227AE7"/>
    <w:rsid w:val="0023732E"/>
    <w:rsid w:val="00245646"/>
    <w:rsid w:val="00251E99"/>
    <w:rsid w:val="002567E4"/>
    <w:rsid w:val="00257D28"/>
    <w:rsid w:val="002615B7"/>
    <w:rsid w:val="002643DF"/>
    <w:rsid w:val="00267135"/>
    <w:rsid w:val="00270DCE"/>
    <w:rsid w:val="00272E1F"/>
    <w:rsid w:val="00275EF9"/>
    <w:rsid w:val="002823D5"/>
    <w:rsid w:val="002876A4"/>
    <w:rsid w:val="00293186"/>
    <w:rsid w:val="002A07A9"/>
    <w:rsid w:val="002A57F4"/>
    <w:rsid w:val="002A6B78"/>
    <w:rsid w:val="002A714C"/>
    <w:rsid w:val="002B52BC"/>
    <w:rsid w:val="002C1F3D"/>
    <w:rsid w:val="002C70D5"/>
    <w:rsid w:val="002E79DD"/>
    <w:rsid w:val="002F1854"/>
    <w:rsid w:val="002F1CED"/>
    <w:rsid w:val="002F21EC"/>
    <w:rsid w:val="002F315E"/>
    <w:rsid w:val="002F3641"/>
    <w:rsid w:val="002F3710"/>
    <w:rsid w:val="002F76A9"/>
    <w:rsid w:val="00307BD2"/>
    <w:rsid w:val="00314681"/>
    <w:rsid w:val="00321E86"/>
    <w:rsid w:val="00324B4E"/>
    <w:rsid w:val="00325954"/>
    <w:rsid w:val="00326347"/>
    <w:rsid w:val="0033076E"/>
    <w:rsid w:val="003368B7"/>
    <w:rsid w:val="0034065B"/>
    <w:rsid w:val="0034342E"/>
    <w:rsid w:val="0034384E"/>
    <w:rsid w:val="00343CA3"/>
    <w:rsid w:val="003542AD"/>
    <w:rsid w:val="003576EE"/>
    <w:rsid w:val="003637E3"/>
    <w:rsid w:val="0036686C"/>
    <w:rsid w:val="00371FF9"/>
    <w:rsid w:val="00373465"/>
    <w:rsid w:val="0037714A"/>
    <w:rsid w:val="00377DB8"/>
    <w:rsid w:val="00381070"/>
    <w:rsid w:val="00382957"/>
    <w:rsid w:val="00384E4B"/>
    <w:rsid w:val="003857BA"/>
    <w:rsid w:val="00385C39"/>
    <w:rsid w:val="00387764"/>
    <w:rsid w:val="003A29A5"/>
    <w:rsid w:val="003A2E19"/>
    <w:rsid w:val="003A36BC"/>
    <w:rsid w:val="003A414D"/>
    <w:rsid w:val="003A6303"/>
    <w:rsid w:val="003B2E4C"/>
    <w:rsid w:val="003B3EAE"/>
    <w:rsid w:val="003B4418"/>
    <w:rsid w:val="003B474E"/>
    <w:rsid w:val="003B548F"/>
    <w:rsid w:val="003B7901"/>
    <w:rsid w:val="003C09D6"/>
    <w:rsid w:val="003C10CE"/>
    <w:rsid w:val="003C3D9B"/>
    <w:rsid w:val="003C6D3F"/>
    <w:rsid w:val="003C7E4B"/>
    <w:rsid w:val="003D13D9"/>
    <w:rsid w:val="003D39DF"/>
    <w:rsid w:val="003E1497"/>
    <w:rsid w:val="003E6137"/>
    <w:rsid w:val="003E6B7A"/>
    <w:rsid w:val="003F3AFF"/>
    <w:rsid w:val="003F3B6C"/>
    <w:rsid w:val="003F6EAB"/>
    <w:rsid w:val="003F7E1B"/>
    <w:rsid w:val="00410D64"/>
    <w:rsid w:val="004128D5"/>
    <w:rsid w:val="00415116"/>
    <w:rsid w:val="00425168"/>
    <w:rsid w:val="00426245"/>
    <w:rsid w:val="00426C89"/>
    <w:rsid w:val="00430E96"/>
    <w:rsid w:val="004323F3"/>
    <w:rsid w:val="00433FB8"/>
    <w:rsid w:val="00440171"/>
    <w:rsid w:val="004417A2"/>
    <w:rsid w:val="00441C5E"/>
    <w:rsid w:val="004427E7"/>
    <w:rsid w:val="00444799"/>
    <w:rsid w:val="004508E7"/>
    <w:rsid w:val="00451B70"/>
    <w:rsid w:val="00452AA8"/>
    <w:rsid w:val="004545ED"/>
    <w:rsid w:val="00454882"/>
    <w:rsid w:val="004563B2"/>
    <w:rsid w:val="0046074F"/>
    <w:rsid w:val="004607DE"/>
    <w:rsid w:val="00462895"/>
    <w:rsid w:val="00463625"/>
    <w:rsid w:val="0046420B"/>
    <w:rsid w:val="004667D0"/>
    <w:rsid w:val="00477811"/>
    <w:rsid w:val="00481767"/>
    <w:rsid w:val="00482229"/>
    <w:rsid w:val="00482778"/>
    <w:rsid w:val="00491E30"/>
    <w:rsid w:val="004A3784"/>
    <w:rsid w:val="004A424E"/>
    <w:rsid w:val="004A4CF8"/>
    <w:rsid w:val="004A57B2"/>
    <w:rsid w:val="004C5930"/>
    <w:rsid w:val="004C76AF"/>
    <w:rsid w:val="004D4FAF"/>
    <w:rsid w:val="004D5ACE"/>
    <w:rsid w:val="004D644D"/>
    <w:rsid w:val="004D6B90"/>
    <w:rsid w:val="004E0A0E"/>
    <w:rsid w:val="004E4193"/>
    <w:rsid w:val="004E5ADE"/>
    <w:rsid w:val="004F33A5"/>
    <w:rsid w:val="004F4407"/>
    <w:rsid w:val="005006A1"/>
    <w:rsid w:val="00503D2A"/>
    <w:rsid w:val="0051299D"/>
    <w:rsid w:val="005207C6"/>
    <w:rsid w:val="005229AF"/>
    <w:rsid w:val="00524046"/>
    <w:rsid w:val="00524A09"/>
    <w:rsid w:val="00525CCF"/>
    <w:rsid w:val="00532D55"/>
    <w:rsid w:val="00533246"/>
    <w:rsid w:val="00535E68"/>
    <w:rsid w:val="0053629B"/>
    <w:rsid w:val="005404F0"/>
    <w:rsid w:val="00543176"/>
    <w:rsid w:val="005466E5"/>
    <w:rsid w:val="0056022E"/>
    <w:rsid w:val="005625FF"/>
    <w:rsid w:val="005627A1"/>
    <w:rsid w:val="005668D5"/>
    <w:rsid w:val="00567E56"/>
    <w:rsid w:val="0057091D"/>
    <w:rsid w:val="00572243"/>
    <w:rsid w:val="00584D09"/>
    <w:rsid w:val="005869AB"/>
    <w:rsid w:val="00596160"/>
    <w:rsid w:val="005A220B"/>
    <w:rsid w:val="005A396B"/>
    <w:rsid w:val="005B3C56"/>
    <w:rsid w:val="005B62B9"/>
    <w:rsid w:val="005B7713"/>
    <w:rsid w:val="005C0856"/>
    <w:rsid w:val="005C37AD"/>
    <w:rsid w:val="005C52AA"/>
    <w:rsid w:val="005C5EDB"/>
    <w:rsid w:val="005D0D0B"/>
    <w:rsid w:val="005D2769"/>
    <w:rsid w:val="005D5FCA"/>
    <w:rsid w:val="005E07DD"/>
    <w:rsid w:val="005E193C"/>
    <w:rsid w:val="005E278A"/>
    <w:rsid w:val="005E413E"/>
    <w:rsid w:val="005E6472"/>
    <w:rsid w:val="005E6640"/>
    <w:rsid w:val="005E6794"/>
    <w:rsid w:val="005E67AE"/>
    <w:rsid w:val="005F2508"/>
    <w:rsid w:val="005F7117"/>
    <w:rsid w:val="00601CFA"/>
    <w:rsid w:val="00610AE6"/>
    <w:rsid w:val="0061211F"/>
    <w:rsid w:val="00621F84"/>
    <w:rsid w:val="006244A5"/>
    <w:rsid w:val="00625E53"/>
    <w:rsid w:val="0063234E"/>
    <w:rsid w:val="00637923"/>
    <w:rsid w:val="006414AF"/>
    <w:rsid w:val="006414E3"/>
    <w:rsid w:val="00642E4B"/>
    <w:rsid w:val="00644534"/>
    <w:rsid w:val="006459C0"/>
    <w:rsid w:val="00654E57"/>
    <w:rsid w:val="00656526"/>
    <w:rsid w:val="0066075A"/>
    <w:rsid w:val="00660768"/>
    <w:rsid w:val="00660B5D"/>
    <w:rsid w:val="00660F08"/>
    <w:rsid w:val="0066256E"/>
    <w:rsid w:val="00662C21"/>
    <w:rsid w:val="0066325E"/>
    <w:rsid w:val="006639A0"/>
    <w:rsid w:val="00674EF2"/>
    <w:rsid w:val="006975BC"/>
    <w:rsid w:val="006A049E"/>
    <w:rsid w:val="006A0D4A"/>
    <w:rsid w:val="006A4E45"/>
    <w:rsid w:val="006A593C"/>
    <w:rsid w:val="006A745B"/>
    <w:rsid w:val="006B1F43"/>
    <w:rsid w:val="006B25D7"/>
    <w:rsid w:val="006B6C3F"/>
    <w:rsid w:val="006C3061"/>
    <w:rsid w:val="006C3DAF"/>
    <w:rsid w:val="006D10B1"/>
    <w:rsid w:val="006D199D"/>
    <w:rsid w:val="006D5DBB"/>
    <w:rsid w:val="006E1A6D"/>
    <w:rsid w:val="006E274A"/>
    <w:rsid w:val="006E4BBB"/>
    <w:rsid w:val="006E4E6A"/>
    <w:rsid w:val="006E597C"/>
    <w:rsid w:val="006F3A67"/>
    <w:rsid w:val="006F61A9"/>
    <w:rsid w:val="00700785"/>
    <w:rsid w:val="00700C0C"/>
    <w:rsid w:val="007036A4"/>
    <w:rsid w:val="00705788"/>
    <w:rsid w:val="00705EDA"/>
    <w:rsid w:val="00716364"/>
    <w:rsid w:val="00722584"/>
    <w:rsid w:val="00737385"/>
    <w:rsid w:val="00744C8B"/>
    <w:rsid w:val="00751AB8"/>
    <w:rsid w:val="00751D0D"/>
    <w:rsid w:val="00752C7D"/>
    <w:rsid w:val="007531D8"/>
    <w:rsid w:val="0075335F"/>
    <w:rsid w:val="00757A4C"/>
    <w:rsid w:val="00763B58"/>
    <w:rsid w:val="00763F4C"/>
    <w:rsid w:val="007652C6"/>
    <w:rsid w:val="007706FE"/>
    <w:rsid w:val="00773B9B"/>
    <w:rsid w:val="00774381"/>
    <w:rsid w:val="00781AB5"/>
    <w:rsid w:val="00782596"/>
    <w:rsid w:val="00791223"/>
    <w:rsid w:val="00797226"/>
    <w:rsid w:val="0079798F"/>
    <w:rsid w:val="007A1B0E"/>
    <w:rsid w:val="007A4593"/>
    <w:rsid w:val="007A5ADC"/>
    <w:rsid w:val="007B447A"/>
    <w:rsid w:val="007B45CC"/>
    <w:rsid w:val="007C439E"/>
    <w:rsid w:val="007C4C22"/>
    <w:rsid w:val="007D1083"/>
    <w:rsid w:val="007D680A"/>
    <w:rsid w:val="007D7D13"/>
    <w:rsid w:val="007E4AA2"/>
    <w:rsid w:val="007E6117"/>
    <w:rsid w:val="007E6134"/>
    <w:rsid w:val="007E75E6"/>
    <w:rsid w:val="007F00E9"/>
    <w:rsid w:val="007F3238"/>
    <w:rsid w:val="007F5BAD"/>
    <w:rsid w:val="008033BA"/>
    <w:rsid w:val="008036E5"/>
    <w:rsid w:val="00804EDB"/>
    <w:rsid w:val="00813F3D"/>
    <w:rsid w:val="00820CE8"/>
    <w:rsid w:val="0082292F"/>
    <w:rsid w:val="0082699D"/>
    <w:rsid w:val="00836B0C"/>
    <w:rsid w:val="0083710F"/>
    <w:rsid w:val="00841A4D"/>
    <w:rsid w:val="00856216"/>
    <w:rsid w:val="008562F8"/>
    <w:rsid w:val="00856787"/>
    <w:rsid w:val="00857031"/>
    <w:rsid w:val="008604F3"/>
    <w:rsid w:val="0086183F"/>
    <w:rsid w:val="0086195C"/>
    <w:rsid w:val="008620B4"/>
    <w:rsid w:val="00862CC0"/>
    <w:rsid w:val="00863822"/>
    <w:rsid w:val="008654B6"/>
    <w:rsid w:val="00867698"/>
    <w:rsid w:val="00877E99"/>
    <w:rsid w:val="00882027"/>
    <w:rsid w:val="00885412"/>
    <w:rsid w:val="008942DE"/>
    <w:rsid w:val="00897C63"/>
    <w:rsid w:val="008A23C8"/>
    <w:rsid w:val="008A2779"/>
    <w:rsid w:val="008A2E7F"/>
    <w:rsid w:val="008A35A1"/>
    <w:rsid w:val="008B0E4A"/>
    <w:rsid w:val="008B415B"/>
    <w:rsid w:val="008B49BA"/>
    <w:rsid w:val="008C4A7F"/>
    <w:rsid w:val="008D4551"/>
    <w:rsid w:val="008D4E01"/>
    <w:rsid w:val="008D5282"/>
    <w:rsid w:val="008D621C"/>
    <w:rsid w:val="008D7583"/>
    <w:rsid w:val="008F34A7"/>
    <w:rsid w:val="008F5C90"/>
    <w:rsid w:val="009006D5"/>
    <w:rsid w:val="00901DDA"/>
    <w:rsid w:val="00922E87"/>
    <w:rsid w:val="00927E54"/>
    <w:rsid w:val="00936E7E"/>
    <w:rsid w:val="00937AD6"/>
    <w:rsid w:val="00944D3D"/>
    <w:rsid w:val="00956754"/>
    <w:rsid w:val="00956F29"/>
    <w:rsid w:val="00960414"/>
    <w:rsid w:val="009625EA"/>
    <w:rsid w:val="00963E95"/>
    <w:rsid w:val="00965454"/>
    <w:rsid w:val="00966FB3"/>
    <w:rsid w:val="009706FE"/>
    <w:rsid w:val="009721E3"/>
    <w:rsid w:val="009811F1"/>
    <w:rsid w:val="00981DB0"/>
    <w:rsid w:val="00982222"/>
    <w:rsid w:val="0098293F"/>
    <w:rsid w:val="00994C1D"/>
    <w:rsid w:val="00995209"/>
    <w:rsid w:val="0099624C"/>
    <w:rsid w:val="009963A7"/>
    <w:rsid w:val="009A224B"/>
    <w:rsid w:val="009A2E68"/>
    <w:rsid w:val="009A2FBE"/>
    <w:rsid w:val="009A4E7B"/>
    <w:rsid w:val="009A51FC"/>
    <w:rsid w:val="009B18B9"/>
    <w:rsid w:val="009B2653"/>
    <w:rsid w:val="009B69A7"/>
    <w:rsid w:val="009C02AD"/>
    <w:rsid w:val="009C70FA"/>
    <w:rsid w:val="009D0025"/>
    <w:rsid w:val="009D3152"/>
    <w:rsid w:val="009D7213"/>
    <w:rsid w:val="009E1BB5"/>
    <w:rsid w:val="009E2BAD"/>
    <w:rsid w:val="009E445C"/>
    <w:rsid w:val="009E72F0"/>
    <w:rsid w:val="009F02D7"/>
    <w:rsid w:val="009F1680"/>
    <w:rsid w:val="009F4297"/>
    <w:rsid w:val="009F735E"/>
    <w:rsid w:val="00A001ED"/>
    <w:rsid w:val="00A0079A"/>
    <w:rsid w:val="00A01A10"/>
    <w:rsid w:val="00A05B0B"/>
    <w:rsid w:val="00A06DB4"/>
    <w:rsid w:val="00A106AE"/>
    <w:rsid w:val="00A15A01"/>
    <w:rsid w:val="00A23886"/>
    <w:rsid w:val="00A343DA"/>
    <w:rsid w:val="00A34505"/>
    <w:rsid w:val="00A366C4"/>
    <w:rsid w:val="00A36C3D"/>
    <w:rsid w:val="00A40F6C"/>
    <w:rsid w:val="00A4266A"/>
    <w:rsid w:val="00A51EF2"/>
    <w:rsid w:val="00A534D4"/>
    <w:rsid w:val="00A638CF"/>
    <w:rsid w:val="00A66DA8"/>
    <w:rsid w:val="00A71AD6"/>
    <w:rsid w:val="00A7711C"/>
    <w:rsid w:val="00A80663"/>
    <w:rsid w:val="00A826A7"/>
    <w:rsid w:val="00A82C1E"/>
    <w:rsid w:val="00A83625"/>
    <w:rsid w:val="00A83C5A"/>
    <w:rsid w:val="00A83CA6"/>
    <w:rsid w:val="00A92CD7"/>
    <w:rsid w:val="00A932E7"/>
    <w:rsid w:val="00A94C4A"/>
    <w:rsid w:val="00A9637A"/>
    <w:rsid w:val="00A97320"/>
    <w:rsid w:val="00AA4E6E"/>
    <w:rsid w:val="00AA71B3"/>
    <w:rsid w:val="00AA7924"/>
    <w:rsid w:val="00AB3149"/>
    <w:rsid w:val="00AB3952"/>
    <w:rsid w:val="00AB41F1"/>
    <w:rsid w:val="00AB5BDD"/>
    <w:rsid w:val="00AC00F7"/>
    <w:rsid w:val="00AC58EA"/>
    <w:rsid w:val="00AD11D8"/>
    <w:rsid w:val="00AD4D73"/>
    <w:rsid w:val="00AD5343"/>
    <w:rsid w:val="00AD5F78"/>
    <w:rsid w:val="00AD6BDD"/>
    <w:rsid w:val="00AD7EC9"/>
    <w:rsid w:val="00AE0651"/>
    <w:rsid w:val="00AE0E64"/>
    <w:rsid w:val="00AE1340"/>
    <w:rsid w:val="00AE1C24"/>
    <w:rsid w:val="00AE460E"/>
    <w:rsid w:val="00AE47E7"/>
    <w:rsid w:val="00AF1003"/>
    <w:rsid w:val="00AF1A04"/>
    <w:rsid w:val="00AF4FF1"/>
    <w:rsid w:val="00B02E7C"/>
    <w:rsid w:val="00B070FA"/>
    <w:rsid w:val="00B1660F"/>
    <w:rsid w:val="00B17C40"/>
    <w:rsid w:val="00B22692"/>
    <w:rsid w:val="00B22C9C"/>
    <w:rsid w:val="00B24DB1"/>
    <w:rsid w:val="00B2555E"/>
    <w:rsid w:val="00B30D66"/>
    <w:rsid w:val="00B31C06"/>
    <w:rsid w:val="00B32562"/>
    <w:rsid w:val="00B453DD"/>
    <w:rsid w:val="00B46554"/>
    <w:rsid w:val="00B5053F"/>
    <w:rsid w:val="00B53506"/>
    <w:rsid w:val="00B56C3D"/>
    <w:rsid w:val="00B80376"/>
    <w:rsid w:val="00B83295"/>
    <w:rsid w:val="00B84191"/>
    <w:rsid w:val="00B92E5A"/>
    <w:rsid w:val="00BA1136"/>
    <w:rsid w:val="00BA2056"/>
    <w:rsid w:val="00BB03D7"/>
    <w:rsid w:val="00BB08CC"/>
    <w:rsid w:val="00BB4C7B"/>
    <w:rsid w:val="00BC21E5"/>
    <w:rsid w:val="00BD1559"/>
    <w:rsid w:val="00BD4265"/>
    <w:rsid w:val="00BE0CBC"/>
    <w:rsid w:val="00BE1ECE"/>
    <w:rsid w:val="00BE6F88"/>
    <w:rsid w:val="00BF1C20"/>
    <w:rsid w:val="00BF1F49"/>
    <w:rsid w:val="00BF5697"/>
    <w:rsid w:val="00BF5834"/>
    <w:rsid w:val="00C04505"/>
    <w:rsid w:val="00C04A24"/>
    <w:rsid w:val="00C062B8"/>
    <w:rsid w:val="00C06FDD"/>
    <w:rsid w:val="00C14137"/>
    <w:rsid w:val="00C147A5"/>
    <w:rsid w:val="00C14880"/>
    <w:rsid w:val="00C17393"/>
    <w:rsid w:val="00C266F0"/>
    <w:rsid w:val="00C26D83"/>
    <w:rsid w:val="00C31163"/>
    <w:rsid w:val="00C32A36"/>
    <w:rsid w:val="00C36412"/>
    <w:rsid w:val="00C43DA2"/>
    <w:rsid w:val="00C53D18"/>
    <w:rsid w:val="00C55A29"/>
    <w:rsid w:val="00C71A3A"/>
    <w:rsid w:val="00C77CE4"/>
    <w:rsid w:val="00C914DC"/>
    <w:rsid w:val="00C92E6E"/>
    <w:rsid w:val="00CA03E2"/>
    <w:rsid w:val="00CA1352"/>
    <w:rsid w:val="00CA5224"/>
    <w:rsid w:val="00CA580F"/>
    <w:rsid w:val="00CB2D84"/>
    <w:rsid w:val="00CC125C"/>
    <w:rsid w:val="00CC4187"/>
    <w:rsid w:val="00CD094A"/>
    <w:rsid w:val="00CD114A"/>
    <w:rsid w:val="00CD1503"/>
    <w:rsid w:val="00CD717E"/>
    <w:rsid w:val="00CD7D33"/>
    <w:rsid w:val="00CE1BC1"/>
    <w:rsid w:val="00CE382B"/>
    <w:rsid w:val="00CE7EC3"/>
    <w:rsid w:val="00CF0FBF"/>
    <w:rsid w:val="00D0163C"/>
    <w:rsid w:val="00D03EFF"/>
    <w:rsid w:val="00D1311E"/>
    <w:rsid w:val="00D16519"/>
    <w:rsid w:val="00D17950"/>
    <w:rsid w:val="00D23F68"/>
    <w:rsid w:val="00D36DA6"/>
    <w:rsid w:val="00D50F2D"/>
    <w:rsid w:val="00D52E16"/>
    <w:rsid w:val="00D559D5"/>
    <w:rsid w:val="00D55C3D"/>
    <w:rsid w:val="00D60E0F"/>
    <w:rsid w:val="00D62292"/>
    <w:rsid w:val="00D62F0D"/>
    <w:rsid w:val="00D63110"/>
    <w:rsid w:val="00D64583"/>
    <w:rsid w:val="00D64B60"/>
    <w:rsid w:val="00D65837"/>
    <w:rsid w:val="00D70F54"/>
    <w:rsid w:val="00D7201D"/>
    <w:rsid w:val="00D72E0B"/>
    <w:rsid w:val="00D80C78"/>
    <w:rsid w:val="00D81CC5"/>
    <w:rsid w:val="00D83BAC"/>
    <w:rsid w:val="00D83E7F"/>
    <w:rsid w:val="00D909A3"/>
    <w:rsid w:val="00D96001"/>
    <w:rsid w:val="00DA0329"/>
    <w:rsid w:val="00DA61B9"/>
    <w:rsid w:val="00DB5241"/>
    <w:rsid w:val="00DB689D"/>
    <w:rsid w:val="00DC27D1"/>
    <w:rsid w:val="00DC2AEE"/>
    <w:rsid w:val="00DC2CBC"/>
    <w:rsid w:val="00DD541B"/>
    <w:rsid w:val="00DE2F28"/>
    <w:rsid w:val="00DF190D"/>
    <w:rsid w:val="00DF4EBD"/>
    <w:rsid w:val="00E016F1"/>
    <w:rsid w:val="00E060A0"/>
    <w:rsid w:val="00E06F98"/>
    <w:rsid w:val="00E143E7"/>
    <w:rsid w:val="00E15354"/>
    <w:rsid w:val="00E21CE4"/>
    <w:rsid w:val="00E34ACF"/>
    <w:rsid w:val="00E4128B"/>
    <w:rsid w:val="00E46793"/>
    <w:rsid w:val="00E51355"/>
    <w:rsid w:val="00E54142"/>
    <w:rsid w:val="00E54E01"/>
    <w:rsid w:val="00E57B39"/>
    <w:rsid w:val="00E57C47"/>
    <w:rsid w:val="00E6309D"/>
    <w:rsid w:val="00E631CD"/>
    <w:rsid w:val="00E63D00"/>
    <w:rsid w:val="00E6547D"/>
    <w:rsid w:val="00E65A18"/>
    <w:rsid w:val="00E66A70"/>
    <w:rsid w:val="00E67AA2"/>
    <w:rsid w:val="00E70F73"/>
    <w:rsid w:val="00E71621"/>
    <w:rsid w:val="00E84BD9"/>
    <w:rsid w:val="00E91194"/>
    <w:rsid w:val="00E91269"/>
    <w:rsid w:val="00E92242"/>
    <w:rsid w:val="00E9254F"/>
    <w:rsid w:val="00E97A2E"/>
    <w:rsid w:val="00E97E8C"/>
    <w:rsid w:val="00EA5487"/>
    <w:rsid w:val="00EA5D7A"/>
    <w:rsid w:val="00EA7E82"/>
    <w:rsid w:val="00EA7F45"/>
    <w:rsid w:val="00EB6284"/>
    <w:rsid w:val="00EB628B"/>
    <w:rsid w:val="00EB6B47"/>
    <w:rsid w:val="00EC3F7B"/>
    <w:rsid w:val="00EC631D"/>
    <w:rsid w:val="00ED2A1B"/>
    <w:rsid w:val="00EE06A9"/>
    <w:rsid w:val="00EE61DD"/>
    <w:rsid w:val="00EF029F"/>
    <w:rsid w:val="00EF17C3"/>
    <w:rsid w:val="00EF71F3"/>
    <w:rsid w:val="00EF764B"/>
    <w:rsid w:val="00F00F0A"/>
    <w:rsid w:val="00F10B31"/>
    <w:rsid w:val="00F10BC8"/>
    <w:rsid w:val="00F12017"/>
    <w:rsid w:val="00F15750"/>
    <w:rsid w:val="00F26ECB"/>
    <w:rsid w:val="00F306A3"/>
    <w:rsid w:val="00F30C55"/>
    <w:rsid w:val="00F33E35"/>
    <w:rsid w:val="00F47C64"/>
    <w:rsid w:val="00F50E4A"/>
    <w:rsid w:val="00F522B7"/>
    <w:rsid w:val="00F523FE"/>
    <w:rsid w:val="00F53948"/>
    <w:rsid w:val="00F71CCC"/>
    <w:rsid w:val="00F85A21"/>
    <w:rsid w:val="00F86DE5"/>
    <w:rsid w:val="00F924C8"/>
    <w:rsid w:val="00FA2BCA"/>
    <w:rsid w:val="00FA4EE9"/>
    <w:rsid w:val="00FA681D"/>
    <w:rsid w:val="00FB4768"/>
    <w:rsid w:val="00FC0451"/>
    <w:rsid w:val="00FD445A"/>
    <w:rsid w:val="00FE0EC3"/>
    <w:rsid w:val="00FE3C61"/>
    <w:rsid w:val="00FF2BF7"/>
    <w:rsid w:val="00FF2FF2"/>
    <w:rsid w:val="00FF6659"/>
    <w:rsid w:val="00FF7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303"/>
  </w:style>
  <w:style w:type="paragraph" w:styleId="Titlu1">
    <w:name w:val="heading 1"/>
    <w:basedOn w:val="Normal"/>
    <w:next w:val="Normal"/>
    <w:qFormat/>
    <w:rsid w:val="00D9600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rsid w:val="00A345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rsid w:val="003A6303"/>
    <w:pPr>
      <w:keepNext/>
      <w:jc w:val="center"/>
      <w:outlineLvl w:val="2"/>
    </w:pPr>
    <w:rPr>
      <w:sz w:val="28"/>
    </w:rPr>
  </w:style>
  <w:style w:type="paragraph" w:styleId="Titlu4">
    <w:name w:val="heading 4"/>
    <w:basedOn w:val="Normal"/>
    <w:next w:val="Normal"/>
    <w:qFormat/>
    <w:rsid w:val="00A3450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rsid w:val="005C5ED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lu6">
    <w:name w:val="heading 6"/>
    <w:basedOn w:val="Normal"/>
    <w:next w:val="Normal"/>
    <w:qFormat/>
    <w:rsid w:val="005C5EDB"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rsid w:val="005C5EDB"/>
    <w:pPr>
      <w:spacing w:before="240" w:after="60"/>
      <w:outlineLvl w:val="6"/>
    </w:pPr>
    <w:rPr>
      <w:sz w:val="24"/>
      <w:szCs w:val="24"/>
    </w:rPr>
  </w:style>
  <w:style w:type="paragraph" w:styleId="Titlu8">
    <w:name w:val="heading 8"/>
    <w:basedOn w:val="Normal"/>
    <w:next w:val="Normal"/>
    <w:qFormat/>
    <w:rsid w:val="005C5EDB"/>
    <w:pPr>
      <w:spacing w:before="240" w:after="60"/>
      <w:outlineLvl w:val="7"/>
    </w:pPr>
    <w:rPr>
      <w:i/>
      <w:iCs/>
      <w:sz w:val="24"/>
      <w:szCs w:val="24"/>
    </w:rPr>
  </w:style>
  <w:style w:type="paragraph" w:styleId="Titlu9">
    <w:name w:val="heading 9"/>
    <w:basedOn w:val="Normal"/>
    <w:next w:val="Normal"/>
    <w:qFormat/>
    <w:rsid w:val="00A8362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aliases w:val=" Char1 Char"/>
    <w:basedOn w:val="Normal"/>
    <w:link w:val="AntetCaracter"/>
    <w:rsid w:val="00085DAD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rsid w:val="00085DAD"/>
    <w:pPr>
      <w:tabs>
        <w:tab w:val="center" w:pos="4320"/>
        <w:tab w:val="right" w:pos="8640"/>
      </w:tabs>
    </w:pPr>
  </w:style>
  <w:style w:type="character" w:styleId="Hyperlink">
    <w:name w:val="Hyperlink"/>
    <w:basedOn w:val="Fontdeparagrafimplicit"/>
    <w:rsid w:val="0056022E"/>
    <w:rPr>
      <w:color w:val="0000FF"/>
      <w:u w:val="single"/>
    </w:rPr>
  </w:style>
  <w:style w:type="paragraph" w:styleId="Corptext">
    <w:name w:val="Body Text"/>
    <w:basedOn w:val="Normal"/>
    <w:rsid w:val="002F21EC"/>
    <w:pPr>
      <w:jc w:val="both"/>
    </w:pPr>
    <w:rPr>
      <w:snapToGrid w:val="0"/>
      <w:color w:val="000000"/>
    </w:rPr>
  </w:style>
  <w:style w:type="paragraph" w:customStyle="1" w:styleId="Bullet1">
    <w:name w:val="Bullet 1"/>
    <w:rsid w:val="002F21EC"/>
    <w:pPr>
      <w:spacing w:before="56" w:after="56"/>
      <w:ind w:left="567"/>
    </w:pPr>
    <w:rPr>
      <w:b/>
      <w:snapToGrid w:val="0"/>
      <w:color w:val="0000FF"/>
      <w:sz w:val="24"/>
    </w:rPr>
  </w:style>
  <w:style w:type="paragraph" w:styleId="Titlu">
    <w:name w:val="Title"/>
    <w:basedOn w:val="Normal"/>
    <w:qFormat/>
    <w:rsid w:val="002F21EC"/>
    <w:pPr>
      <w:keepNext/>
      <w:keepLines/>
      <w:jc w:val="center"/>
    </w:pPr>
    <w:rPr>
      <w:b/>
      <w:snapToGrid w:val="0"/>
      <w:color w:val="FF0000"/>
      <w:sz w:val="28"/>
    </w:rPr>
  </w:style>
  <w:style w:type="paragraph" w:customStyle="1" w:styleId="TableText">
    <w:name w:val="Table Text"/>
    <w:rsid w:val="002F21EC"/>
    <w:pPr>
      <w:jc w:val="both"/>
    </w:pPr>
    <w:rPr>
      <w:snapToGrid w:val="0"/>
      <w:color w:val="000000"/>
      <w:sz w:val="24"/>
    </w:rPr>
  </w:style>
  <w:style w:type="table" w:styleId="GrilTabel">
    <w:name w:val="Table Grid"/>
    <w:basedOn w:val="TabelNormal"/>
    <w:rsid w:val="002F21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text2">
    <w:name w:val="Body Text 2"/>
    <w:basedOn w:val="Normal"/>
    <w:rsid w:val="00A34505"/>
    <w:pPr>
      <w:spacing w:after="120" w:line="480" w:lineRule="auto"/>
    </w:pPr>
  </w:style>
  <w:style w:type="paragraph" w:styleId="Indentcorptext">
    <w:name w:val="Body Text Indent"/>
    <w:basedOn w:val="Normal"/>
    <w:rsid w:val="00A34505"/>
    <w:pPr>
      <w:spacing w:after="120"/>
      <w:ind w:left="360"/>
    </w:pPr>
    <w:rPr>
      <w:lang w:val="en-GB" w:eastAsia="ro-RO"/>
    </w:rPr>
  </w:style>
  <w:style w:type="paragraph" w:styleId="Subtitlu">
    <w:name w:val="Subtitle"/>
    <w:basedOn w:val="Normal"/>
    <w:qFormat/>
    <w:rsid w:val="00A34505"/>
    <w:pPr>
      <w:jc w:val="center"/>
    </w:pPr>
    <w:rPr>
      <w:b/>
      <w:i/>
      <w:lang w:val="en-GB" w:eastAsia="ro-RO"/>
    </w:rPr>
  </w:style>
  <w:style w:type="paragraph" w:styleId="Corptext3">
    <w:name w:val="Body Text 3"/>
    <w:basedOn w:val="Normal"/>
    <w:rsid w:val="00A34505"/>
    <w:pPr>
      <w:spacing w:after="120"/>
    </w:pPr>
    <w:rPr>
      <w:sz w:val="16"/>
      <w:szCs w:val="16"/>
      <w:lang w:val="en-GB" w:eastAsia="ro-RO"/>
    </w:rPr>
  </w:style>
  <w:style w:type="paragraph" w:styleId="Indentcorptext2">
    <w:name w:val="Body Text Indent 2"/>
    <w:basedOn w:val="Normal"/>
    <w:rsid w:val="00185302"/>
    <w:pPr>
      <w:spacing w:after="120" w:line="480" w:lineRule="auto"/>
      <w:ind w:left="360"/>
    </w:pPr>
  </w:style>
  <w:style w:type="character" w:styleId="Numrdepagin">
    <w:name w:val="page number"/>
    <w:basedOn w:val="Fontdeparagrafimplicit"/>
    <w:rsid w:val="00AD4D73"/>
  </w:style>
  <w:style w:type="paragraph" w:styleId="Indentcorptext3">
    <w:name w:val="Body Text Indent 3"/>
    <w:basedOn w:val="Normal"/>
    <w:rsid w:val="002054D7"/>
    <w:pPr>
      <w:spacing w:after="120"/>
      <w:ind w:left="360"/>
    </w:pPr>
    <w:rPr>
      <w:sz w:val="16"/>
      <w:szCs w:val="16"/>
    </w:rPr>
  </w:style>
  <w:style w:type="paragraph" w:customStyle="1" w:styleId="OIC1TitleCover">
    <w:name w:val="OIC1 Title Cover"/>
    <w:basedOn w:val="Normal"/>
    <w:rsid w:val="00A83625"/>
    <w:pPr>
      <w:keepNext/>
      <w:keepLines/>
      <w:overflowPunct w:val="0"/>
      <w:autoSpaceDE w:val="0"/>
      <w:autoSpaceDN w:val="0"/>
      <w:adjustRightInd w:val="0"/>
      <w:spacing w:before="240" w:line="720" w:lineRule="exact"/>
      <w:ind w:left="2880"/>
      <w:textAlignment w:val="baseline"/>
    </w:pPr>
    <w:rPr>
      <w:rFonts w:ascii="Arial Black" w:hAnsi="Arial Black"/>
      <w:color w:val="000080"/>
      <w:kern w:val="28"/>
      <w:sz w:val="72"/>
    </w:rPr>
  </w:style>
  <w:style w:type="paragraph" w:customStyle="1" w:styleId="CharCharCharCharCharChar">
    <w:name w:val="Char Char Char Char Char Char"/>
    <w:basedOn w:val="Normal"/>
    <w:rsid w:val="00AE1340"/>
    <w:pPr>
      <w:spacing w:after="160" w:line="240" w:lineRule="exact"/>
    </w:pPr>
    <w:rPr>
      <w:rFonts w:ascii="Verdana" w:hAnsi="Verdana"/>
    </w:rPr>
  </w:style>
  <w:style w:type="character" w:customStyle="1" w:styleId="AntetCaracter">
    <w:name w:val="Antet Caracter"/>
    <w:aliases w:val=" Char1 Char Caracter"/>
    <w:basedOn w:val="Fontdeparagrafimplicit"/>
    <w:link w:val="Antet"/>
    <w:rsid w:val="00AE1340"/>
    <w:rPr>
      <w:lang w:val="en-US" w:eastAsia="en-US" w:bidi="ar-S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092414"/>
    <w:pPr>
      <w:spacing w:after="160" w:line="240" w:lineRule="exact"/>
    </w:pPr>
    <w:rPr>
      <w:rFonts w:ascii="Verdana" w:hAnsi="Verdana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FF6659"/>
    <w:pPr>
      <w:spacing w:after="160" w:line="240" w:lineRule="exact"/>
    </w:pPr>
    <w:rPr>
      <w:rFonts w:ascii="Verdana" w:hAnsi="Verdana"/>
    </w:rPr>
  </w:style>
  <w:style w:type="paragraph" w:customStyle="1" w:styleId="CharCharCharChar">
    <w:name w:val="Char Char Char Char"/>
    <w:basedOn w:val="Normal"/>
    <w:rsid w:val="007F00E9"/>
    <w:pPr>
      <w:spacing w:after="160" w:line="240" w:lineRule="exact"/>
    </w:pPr>
    <w:rPr>
      <w:rFonts w:ascii="Verdana" w:hAnsi="Verdana"/>
    </w:rPr>
  </w:style>
  <w:style w:type="character" w:customStyle="1" w:styleId="Char1CharChar1">
    <w:name w:val="Char1 Char Char1"/>
    <w:basedOn w:val="Fontdeparagrafimplicit"/>
    <w:rsid w:val="007F00E9"/>
    <w:rPr>
      <w:lang w:val="en-US" w:eastAsia="en-US" w:bidi="ar-SA"/>
    </w:rPr>
  </w:style>
  <w:style w:type="paragraph" w:customStyle="1" w:styleId="TextBoldCharChar1Char">
    <w:name w:val="TextBold Char Char1 Char"/>
    <w:basedOn w:val="Normal"/>
    <w:link w:val="TextBoldCharChar1CharChar"/>
    <w:rsid w:val="00384E4B"/>
    <w:pPr>
      <w:keepNext/>
      <w:spacing w:before="80" w:after="160"/>
      <w:ind w:left="1304"/>
      <w:outlineLvl w:val="1"/>
    </w:pPr>
    <w:rPr>
      <w:rFonts w:ascii="Arial" w:hAnsi="Arial"/>
      <w:b/>
      <w:i/>
      <w:color w:val="000080"/>
      <w:sz w:val="22"/>
      <w:szCs w:val="22"/>
    </w:rPr>
  </w:style>
  <w:style w:type="character" w:customStyle="1" w:styleId="TextBoldCharChar1CharChar">
    <w:name w:val="TextBold Char Char1 Char Char"/>
    <w:basedOn w:val="Fontdeparagrafimplicit"/>
    <w:link w:val="TextBoldCharChar1Char"/>
    <w:rsid w:val="00384E4B"/>
    <w:rPr>
      <w:rFonts w:ascii="Arial" w:hAnsi="Arial"/>
      <w:b/>
      <w:i/>
      <w:color w:val="000080"/>
      <w:sz w:val="22"/>
      <w:szCs w:val="22"/>
      <w:lang w:val="en-US" w:eastAsia="en-US" w:bidi="ar-SA"/>
    </w:rPr>
  </w:style>
  <w:style w:type="paragraph" w:customStyle="1" w:styleId="CharCharCharCharCharCharCharCharChar">
    <w:name w:val="Char Char Char Char Char Char Char Char Char"/>
    <w:basedOn w:val="Normal"/>
    <w:rsid w:val="009963A7"/>
    <w:rPr>
      <w:rFonts w:eastAsia="PMingLiU"/>
      <w:sz w:val="24"/>
      <w:szCs w:val="24"/>
      <w:lang w:val="pl-PL" w:eastAsia="pl-PL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811F1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811F1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9811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9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3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trazi\antet%20global%20proiect\ante%20tA4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 tA4</Template>
  <TotalTime>444</TotalTime>
  <Pages>3</Pages>
  <Words>437</Words>
  <Characters>2496</Characters>
  <Application>Microsoft Office Word</Application>
  <DocSecurity>0</DocSecurity>
  <Lines>20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CSV MEDIA ADVERTISING</Company>
  <LinksUpToDate>false</LinksUpToDate>
  <CharactersWithSpaces>2928</CharactersWithSpaces>
  <SharedDoc>false</SharedDoc>
  <HLinks>
    <vt:vector size="12" baseType="variant">
      <vt:variant>
        <vt:i4>1245237</vt:i4>
      </vt:variant>
      <vt:variant>
        <vt:i4>3</vt:i4>
      </vt:variant>
      <vt:variant>
        <vt:i4>0</vt:i4>
      </vt:variant>
      <vt:variant>
        <vt:i4>5</vt:i4>
      </vt:variant>
      <vt:variant>
        <vt:lpwstr>mailto:office@globalproiect.ro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http://www.globalproiect.ro/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</dc:creator>
  <cp:lastModifiedBy>sorry</cp:lastModifiedBy>
  <cp:revision>182</cp:revision>
  <cp:lastPrinted>2008-12-03T09:58:00Z</cp:lastPrinted>
  <dcterms:created xsi:type="dcterms:W3CDTF">2011-12-08T09:19:00Z</dcterms:created>
  <dcterms:modified xsi:type="dcterms:W3CDTF">2013-11-07T11:19:00Z</dcterms:modified>
</cp:coreProperties>
</file>